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1716"/>
        <w:gridCol w:w="159"/>
        <w:gridCol w:w="7764"/>
      </w:tblGrid>
      <w:tr w:rsidR="00022CCA" w:rsidTr="005A7201">
        <w:tc>
          <w:tcPr>
            <w:tcW w:w="1885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6D0E48" w:rsidRDefault="00022CCA" w:rsidP="00BA78AE"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Patient:</w:t>
            </w:r>
          </w:p>
        </w:tc>
        <w:tc>
          <w:tcPr>
            <w:tcW w:w="7868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A7201" w:rsidRDefault="00A738AF" w:rsidP="00BA78AE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bookmarkStart w:id="0" w:name="_GoBack"/>
            <w:bookmarkEnd w:id="0"/>
          </w:p>
        </w:tc>
      </w:tr>
      <w:tr w:rsidR="00022CCA" w:rsidRPr="005A7201" w:rsidTr="005A7201">
        <w:tc>
          <w:tcPr>
            <w:tcW w:w="1885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A7201" w:rsidRDefault="00022CCA" w:rsidP="00BA78AE">
            <w:pPr>
              <w:rPr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868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A7201" w:rsidRDefault="00A738AF" w:rsidP="00C33A29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</w:t>
            </w:r>
            <w:r w:rsidR="00022CCA" w:rsidRPr="005A7201"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="00022CCA" w:rsidRPr="005A7201">
              <w:rPr>
                <w:rFonts w:ascii="Arial" w:hAnsi="Arial" w:cs="Arial"/>
                <w:color w:val="808080"/>
                <w:sz w:val="18"/>
                <w:szCs w:val="18"/>
              </w:rPr>
              <w:t>Age:</w:t>
            </w:r>
            <w:r w:rsidR="00022CCA" w:rsidRPr="005A720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33A29">
              <w:rPr>
                <w:rFonts w:ascii="Arial" w:hAnsi="Arial" w:cs="Arial"/>
                <w:sz w:val="18"/>
                <w:szCs w:val="18"/>
              </w:rPr>
              <w:t>80</w:t>
            </w:r>
          </w:p>
        </w:tc>
      </w:tr>
      <w:tr w:rsidR="00022CCA" w:rsidRPr="005A7201" w:rsidTr="005A7201">
        <w:tc>
          <w:tcPr>
            <w:tcW w:w="1885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A7201" w:rsidRDefault="00E00E93" w:rsidP="00BA78AE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7868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A7201" w:rsidRDefault="00A738AF" w:rsidP="00BA78AE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5A7201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8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5A7201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5A7201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5A7201">
              <w:rPr>
                <w:rFonts w:ascii="Arial" w:hAnsi="Arial" w:cs="Arial"/>
                <w:sz w:val="18"/>
                <w:szCs w:val="18"/>
              </w:rPr>
              <w:instrText xml:space="preserve"> CREATEDATE \@ "dddd, d MMMM yyyy" \* MERGEFORMAT </w:instrText>
            </w:r>
            <w:r w:rsidRPr="005A720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33A29">
              <w:rPr>
                <w:rFonts w:ascii="Arial" w:hAnsi="Arial" w:cs="Arial"/>
                <w:noProof/>
                <w:sz w:val="18"/>
                <w:szCs w:val="18"/>
              </w:rPr>
              <w:t>Monday, 22 June 2020</w:t>
            </w:r>
            <w:r w:rsidRPr="005A720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5A7201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8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A738AF" w:rsidP="005A720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BA78AE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868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A738AF" w:rsidP="00BA78A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VI</w:t>
            </w:r>
            <w:r w:rsidR="00C33A29">
              <w:rPr>
                <w:rFonts w:ascii="Arial" w:hAnsi="Arial" w:cs="Arial"/>
                <w:sz w:val="18"/>
                <w:szCs w:val="18"/>
              </w:rPr>
              <w:t xml:space="preserve"> and spot </w:t>
            </w:r>
            <w:r w:rsidR="00B44768">
              <w:rPr>
                <w:rFonts w:ascii="Arial" w:hAnsi="Arial" w:cs="Arial"/>
                <w:sz w:val="18"/>
                <w:szCs w:val="18"/>
              </w:rPr>
              <w:t>checks</w:t>
            </w:r>
            <w:r w:rsidR="00C33A29">
              <w:rPr>
                <w:rFonts w:ascii="Arial" w:hAnsi="Arial" w:cs="Arial"/>
                <w:sz w:val="18"/>
                <w:szCs w:val="18"/>
              </w:rPr>
              <w:t xml:space="preserve"> please. L leg ulcer. ?exclude mixed ulcer – if poor waveforms please also do arterial duplex.</w:t>
            </w: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BA78AE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868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BA78AE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E00E93" w:rsidRPr="005A7201" w:rsidTr="005A7201">
        <w:tc>
          <w:tcPr>
            <w:tcW w:w="9753" w:type="dxa"/>
            <w:gridSpan w:val="3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5A7201">
              <w:rPr>
                <w:rFonts w:ascii="Arial" w:hAnsi="Arial"/>
                <w:b/>
                <w:bCs/>
                <w:sz w:val="18"/>
                <w:szCs w:val="20"/>
              </w:rPr>
              <w:t>Left Lower Extremity Venous Duplex</w:t>
            </w:r>
          </w:p>
        </w:tc>
      </w:tr>
      <w:tr w:rsidR="00E00E93" w:rsidRPr="005A7201" w:rsidTr="005A7201">
        <w:trPr>
          <w:trHeight w:val="7938"/>
        </w:trPr>
        <w:tc>
          <w:tcPr>
            <w:tcW w:w="9753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A07C6E" w:rsidP="005A7201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20"/>
              </w:rPr>
            </w:pP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3722370</wp:posOffset>
                      </wp:positionH>
                      <wp:positionV relativeFrom="paragraph">
                        <wp:posOffset>2463800</wp:posOffset>
                      </wp:positionV>
                      <wp:extent cx="2025015" cy="7620"/>
                      <wp:effectExtent l="13335" t="8890" r="9525" b="12065"/>
                      <wp:wrapNone/>
                      <wp:docPr id="66" name="Freeform 5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025015" cy="7620"/>
                              </a:xfrm>
                              <a:custGeom>
                                <a:avLst/>
                                <a:gdLst>
                                  <a:gd name="T0" fmla="*/ 0 w 3189"/>
                                  <a:gd name="T1" fmla="*/ 10 h 12"/>
                                  <a:gd name="T2" fmla="*/ 2697 w 3189"/>
                                  <a:gd name="T3" fmla="*/ 10 h 12"/>
                                  <a:gd name="T4" fmla="*/ 2955 w 3189"/>
                                  <a:gd name="T5" fmla="*/ 0 h 1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3189" h="12">
                                    <a:moveTo>
                                      <a:pt x="0" y="10"/>
                                    </a:moveTo>
                                    <a:cubicBezTo>
                                      <a:pt x="1102" y="11"/>
                                      <a:pt x="2205" y="12"/>
                                      <a:pt x="2697" y="10"/>
                                    </a:cubicBezTo>
                                    <a:cubicBezTo>
                                      <a:pt x="3189" y="8"/>
                                      <a:pt x="3072" y="4"/>
                                      <a:pt x="2955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05589B" id="Freeform 564" o:spid="_x0000_s1026" style="position:absolute;margin-left:293.1pt;margin-top:194pt;width:159.45pt;height:.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189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" path="m,10v1102,1,2205,2,2697,c3189,8,3072,4,2955,e" filled="f">
                      <v:path arrowok="t" o:connecttype="custom" o:connectlocs="0,6350;1712595,6350;1876425,0" o:connectangles="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4636770</wp:posOffset>
                      </wp:positionH>
                      <wp:positionV relativeFrom="paragraph">
                        <wp:posOffset>1760220</wp:posOffset>
                      </wp:positionV>
                      <wp:extent cx="137160" cy="746125"/>
                      <wp:effectExtent l="13335" t="10160" r="11430" b="15240"/>
                      <wp:wrapNone/>
                      <wp:docPr id="65" name="Freeform 5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7160" cy="746125"/>
                              </a:xfrm>
                              <a:custGeom>
                                <a:avLst/>
                                <a:gdLst>
                                  <a:gd name="T0" fmla="*/ 0 w 216"/>
                                  <a:gd name="T1" fmla="*/ 54 h 1175"/>
                                  <a:gd name="T2" fmla="*/ 193 w 216"/>
                                  <a:gd name="T3" fmla="*/ 161 h 1175"/>
                                  <a:gd name="T4" fmla="*/ 140 w 216"/>
                                  <a:gd name="T5" fmla="*/ 1021 h 1175"/>
                                  <a:gd name="T6" fmla="*/ 118 w 216"/>
                                  <a:gd name="T7" fmla="*/ 1085 h 117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216" h="1175">
                                    <a:moveTo>
                                      <a:pt x="0" y="54"/>
                                    </a:moveTo>
                                    <a:cubicBezTo>
                                      <a:pt x="85" y="27"/>
                                      <a:pt x="170" y="0"/>
                                      <a:pt x="193" y="161"/>
                                    </a:cubicBezTo>
                                    <a:cubicBezTo>
                                      <a:pt x="216" y="322"/>
                                      <a:pt x="152" y="867"/>
                                      <a:pt x="140" y="1021"/>
                                    </a:cubicBezTo>
                                    <a:cubicBezTo>
                                      <a:pt x="128" y="1175"/>
                                      <a:pt x="123" y="1130"/>
                                      <a:pt x="118" y="1085"/>
                                    </a:cubicBez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BF038F" id="Freeform 567" o:spid="_x0000_s1026" style="position:absolute;margin-left:365.1pt;margin-top:138.6pt;width:10.8pt;height:58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,1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" path="m,54c85,27,170,,193,161v23,161,-41,706,-53,860c128,1175,123,1130,118,1085e" filled="f" strokecolor="navy" strokeweight="1.5pt">
                      <v:path arrowok="t" o:connecttype="custom" o:connectlocs="0,34290;122555,102235;88900,648335;74930,688975" o:connectangles="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3731260</wp:posOffset>
                      </wp:positionH>
                      <wp:positionV relativeFrom="paragraph">
                        <wp:posOffset>3905250</wp:posOffset>
                      </wp:positionV>
                      <wp:extent cx="2025015" cy="7620"/>
                      <wp:effectExtent l="12700" t="12065" r="10160" b="8890"/>
                      <wp:wrapNone/>
                      <wp:docPr id="64" name="Freeform 5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025015" cy="7620"/>
                              </a:xfrm>
                              <a:custGeom>
                                <a:avLst/>
                                <a:gdLst>
                                  <a:gd name="T0" fmla="*/ 0 w 3189"/>
                                  <a:gd name="T1" fmla="*/ 10 h 12"/>
                                  <a:gd name="T2" fmla="*/ 2697 w 3189"/>
                                  <a:gd name="T3" fmla="*/ 10 h 12"/>
                                  <a:gd name="T4" fmla="*/ 2955 w 3189"/>
                                  <a:gd name="T5" fmla="*/ 0 h 1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3189" h="12">
                                    <a:moveTo>
                                      <a:pt x="0" y="10"/>
                                    </a:moveTo>
                                    <a:cubicBezTo>
                                      <a:pt x="1102" y="11"/>
                                      <a:pt x="2205" y="12"/>
                                      <a:pt x="2697" y="10"/>
                                    </a:cubicBezTo>
                                    <a:cubicBezTo>
                                      <a:pt x="3189" y="8"/>
                                      <a:pt x="3072" y="4"/>
                                      <a:pt x="2955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B40E8B" id="Freeform 566" o:spid="_x0000_s1026" style="position:absolute;margin-left:293.8pt;margin-top:307.5pt;width:159.45pt;height:.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189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" path="m,10v1102,1,2205,2,2697,c3189,8,3072,4,2955,e" filled="f">
                      <v:path arrowok="t" o:connecttype="custom" o:connectlocs="0,6350;1712595,6350;1876425,0" o:connectangles="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3752215</wp:posOffset>
                      </wp:positionH>
                      <wp:positionV relativeFrom="paragraph">
                        <wp:posOffset>3257550</wp:posOffset>
                      </wp:positionV>
                      <wp:extent cx="2025015" cy="7620"/>
                      <wp:effectExtent l="5080" t="12065" r="8255" b="8890"/>
                      <wp:wrapNone/>
                      <wp:docPr id="63" name="Freeform 5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025015" cy="7620"/>
                              </a:xfrm>
                              <a:custGeom>
                                <a:avLst/>
                                <a:gdLst>
                                  <a:gd name="T0" fmla="*/ 0 w 3189"/>
                                  <a:gd name="T1" fmla="*/ 10 h 12"/>
                                  <a:gd name="T2" fmla="*/ 2697 w 3189"/>
                                  <a:gd name="T3" fmla="*/ 10 h 12"/>
                                  <a:gd name="T4" fmla="*/ 2955 w 3189"/>
                                  <a:gd name="T5" fmla="*/ 0 h 1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3189" h="12">
                                    <a:moveTo>
                                      <a:pt x="0" y="10"/>
                                    </a:moveTo>
                                    <a:cubicBezTo>
                                      <a:pt x="1102" y="11"/>
                                      <a:pt x="2205" y="12"/>
                                      <a:pt x="2697" y="10"/>
                                    </a:cubicBezTo>
                                    <a:cubicBezTo>
                                      <a:pt x="3189" y="8"/>
                                      <a:pt x="3072" y="4"/>
                                      <a:pt x="2955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384075" id="Freeform 565" o:spid="_x0000_s1026" style="position:absolute;margin-left:295.45pt;margin-top:256.5pt;width:159.45pt;height:.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189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" path="m,10v1102,1,2205,2,2697,c3189,8,3072,4,2955,e" filled="f">
                      <v:path arrowok="t" o:connecttype="custom" o:connectlocs="0,6350;1712595,6350;1876425,0" o:connectangles="0,0,0"/>
                    </v:shape>
                  </w:pict>
                </mc:Fallback>
              </mc:AlternateContent>
            </w:r>
            <w:r w:rsidRPr="005A7201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4177030</wp:posOffset>
                      </wp:positionH>
                      <wp:positionV relativeFrom="paragraph">
                        <wp:posOffset>1653540</wp:posOffset>
                      </wp:positionV>
                      <wp:extent cx="306070" cy="152400"/>
                      <wp:effectExtent l="1270" t="8255" r="6985" b="1270"/>
                      <wp:wrapNone/>
                      <wp:docPr id="62" name="Text Box 5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00E93" w:rsidRPr="004E4B01" w:rsidRDefault="00B44768" w:rsidP="00F17A14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53" o:spid="_x0000_s1026" type="#_x0000_t202" style="position:absolute;margin-left:328.9pt;margin-top:130.2pt;width:24.1pt;height:1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00E93" w:rsidRPr="004E4B01" w:rsidRDefault="00B44768" w:rsidP="00F17A14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A7201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2509520</wp:posOffset>
                      </wp:positionH>
                      <wp:positionV relativeFrom="paragraph">
                        <wp:posOffset>1028700</wp:posOffset>
                      </wp:positionV>
                      <wp:extent cx="306070" cy="152400"/>
                      <wp:effectExtent l="635" t="2540" r="7620" b="6985"/>
                      <wp:wrapNone/>
                      <wp:docPr id="61" name="Text Box 5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00E93" w:rsidRPr="004E4B01" w:rsidRDefault="00B44768" w:rsidP="00F17A14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52" o:spid="_x0000_s1027" type="#_x0000_t202" style="position:absolute;margin-left:197.6pt;margin-top:81pt;width:24.1pt;height:1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00E93" w:rsidRPr="004E4B01" w:rsidRDefault="00B44768" w:rsidP="00F17A14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A7201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1645920</wp:posOffset>
                      </wp:positionH>
                      <wp:positionV relativeFrom="paragraph">
                        <wp:posOffset>1178560</wp:posOffset>
                      </wp:positionV>
                      <wp:extent cx="306070" cy="152400"/>
                      <wp:effectExtent l="3810" t="0" r="4445" b="0"/>
                      <wp:wrapNone/>
                      <wp:docPr id="60" name="Text Box 5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00E93" w:rsidRPr="004E4B01" w:rsidRDefault="00B44768" w:rsidP="00F17A14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IV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51" o:spid="_x0000_s1028" type="#_x0000_t202" style="position:absolute;margin-left:129.6pt;margin-top:92.8pt;width:24.1pt;height:1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00E93" w:rsidRPr="004E4B01" w:rsidRDefault="00B44768" w:rsidP="00F17A14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IV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A7201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1454150</wp:posOffset>
                      </wp:positionH>
                      <wp:positionV relativeFrom="paragraph">
                        <wp:posOffset>334010</wp:posOffset>
                      </wp:positionV>
                      <wp:extent cx="306070" cy="152400"/>
                      <wp:effectExtent l="2540" t="3175" r="5715" b="6350"/>
                      <wp:wrapNone/>
                      <wp:docPr id="59" name="Text Box 5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00E93" w:rsidRPr="004E4B01" w:rsidRDefault="00B44768" w:rsidP="00F17A14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50" o:spid="_x0000_s1029" type="#_x0000_t202" style="position:absolute;margin-left:114.5pt;margin-top:26.3pt;width:24.1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00E93" w:rsidRPr="004E4B01" w:rsidRDefault="00B44768" w:rsidP="00F17A14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4575175</wp:posOffset>
                      </wp:positionH>
                      <wp:positionV relativeFrom="paragraph">
                        <wp:posOffset>1432560</wp:posOffset>
                      </wp:positionV>
                      <wp:extent cx="20320" cy="586740"/>
                      <wp:effectExtent l="46990" t="44450" r="46990" b="45085"/>
                      <wp:wrapNone/>
                      <wp:docPr id="58" name="Freeform 5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0320" cy="586740"/>
                              </a:xfrm>
                              <a:custGeom>
                                <a:avLst/>
                                <a:gdLst>
                                  <a:gd name="T0" fmla="*/ 32 w 32"/>
                                  <a:gd name="T1" fmla="*/ 0 h 924"/>
                                  <a:gd name="T2" fmla="*/ 0 w 32"/>
                                  <a:gd name="T3" fmla="*/ 924 h 92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32" h="924">
                                    <a:moveTo>
                                      <a:pt x="32" y="0"/>
                                    </a:moveTo>
                                    <a:cubicBezTo>
                                      <a:pt x="32" y="0"/>
                                      <a:pt x="16" y="462"/>
                                      <a:pt x="0" y="924"/>
                                    </a:cubicBezTo>
                                  </a:path>
                                </a:pathLst>
                              </a:custGeom>
                              <a:noFill/>
                              <a:ln w="7620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curve w14:anchorId="630590D6" id="Freeform 563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rom="361.85pt,112.8pt" control1="361.85pt,112.8pt" control2="361.05pt,135.9pt" to="360.25pt,159pt" coordsize="32,9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" filled="f" strokecolor="red" strokeweight="6pt">
                      <v:path arrowok="t" o:connecttype="custom" o:connectlocs="20320,0;0,586740" o:connectangles="0,0"/>
                    </v:curv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1733550</wp:posOffset>
                      </wp:positionH>
                      <wp:positionV relativeFrom="paragraph">
                        <wp:posOffset>147955</wp:posOffset>
                      </wp:positionV>
                      <wp:extent cx="951230" cy="1959610"/>
                      <wp:effectExtent l="43815" t="45720" r="43180" b="42545"/>
                      <wp:wrapNone/>
                      <wp:docPr id="57" name="Freeform 5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51230" cy="1959610"/>
                              </a:xfrm>
                              <a:custGeom>
                                <a:avLst/>
                                <a:gdLst>
                                  <a:gd name="T0" fmla="*/ 0 w 1498"/>
                                  <a:gd name="T1" fmla="*/ 0 h 3086"/>
                                  <a:gd name="T2" fmla="*/ 313 w 1498"/>
                                  <a:gd name="T3" fmla="*/ 328 h 3086"/>
                                  <a:gd name="T4" fmla="*/ 655 w 1498"/>
                                  <a:gd name="T5" fmla="*/ 784 h 3086"/>
                                  <a:gd name="T6" fmla="*/ 1176 w 1498"/>
                                  <a:gd name="T7" fmla="*/ 1931 h 3086"/>
                                  <a:gd name="T8" fmla="*/ 1447 w 1498"/>
                                  <a:gd name="T9" fmla="*/ 2808 h 3086"/>
                                  <a:gd name="T10" fmla="*/ 1482 w 1498"/>
                                  <a:gd name="T11" fmla="*/ 3086 h 308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498" h="3086">
                                    <a:moveTo>
                                      <a:pt x="0" y="0"/>
                                    </a:moveTo>
                                    <a:cubicBezTo>
                                      <a:pt x="102" y="98"/>
                                      <a:pt x="204" y="197"/>
                                      <a:pt x="313" y="328"/>
                                    </a:cubicBezTo>
                                    <a:cubicBezTo>
                                      <a:pt x="422" y="459"/>
                                      <a:pt x="511" y="517"/>
                                      <a:pt x="655" y="784"/>
                                    </a:cubicBezTo>
                                    <a:cubicBezTo>
                                      <a:pt x="799" y="1051"/>
                                      <a:pt x="1044" y="1594"/>
                                      <a:pt x="1176" y="1931"/>
                                    </a:cubicBezTo>
                                    <a:cubicBezTo>
                                      <a:pt x="1308" y="2268"/>
                                      <a:pt x="1396" y="2616"/>
                                      <a:pt x="1447" y="2808"/>
                                    </a:cubicBezTo>
                                    <a:cubicBezTo>
                                      <a:pt x="1498" y="3000"/>
                                      <a:pt x="1490" y="3043"/>
                                      <a:pt x="1482" y="3086"/>
                                    </a:cubicBezTo>
                                  </a:path>
                                </a:pathLst>
                              </a:custGeom>
                              <a:noFill/>
                              <a:ln w="7620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E05C32" id="Freeform 562" o:spid="_x0000_s1026" style="position:absolute;margin-left:136.5pt;margin-top:11.65pt;width:74.9pt;height:154.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98,30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" path="m,c102,98,204,197,313,328,422,459,511,517,655,784v144,267,389,810,521,1147c1308,2268,1396,2616,1447,2808v51,192,43,235,35,278e" filled="f" strokecolor="red" strokeweight="6pt">
                      <v:path arrowok="t" o:connecttype="custom" o:connectlocs="0,0;198755,208280;415925,497840;746760,1226185;918845,1783080;941070,1959610" o:connectangles="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1736725</wp:posOffset>
                      </wp:positionH>
                      <wp:positionV relativeFrom="paragraph">
                        <wp:posOffset>3532505</wp:posOffset>
                      </wp:positionV>
                      <wp:extent cx="828040" cy="398145"/>
                      <wp:effectExtent l="8890" t="10795" r="10795" b="10160"/>
                      <wp:wrapNone/>
                      <wp:docPr id="56" name="Freeform 5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28040" cy="398145"/>
                              </a:xfrm>
                              <a:custGeom>
                                <a:avLst/>
                                <a:gdLst>
                                  <a:gd name="T0" fmla="*/ 0 w 1304"/>
                                  <a:gd name="T1" fmla="*/ 0 h 627"/>
                                  <a:gd name="T2" fmla="*/ 1304 w 1304"/>
                                  <a:gd name="T3" fmla="*/ 627 h 62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304" h="627">
                                    <a:moveTo>
                                      <a:pt x="0" y="0"/>
                                    </a:moveTo>
                                    <a:cubicBezTo>
                                      <a:pt x="543" y="261"/>
                                      <a:pt x="1087" y="523"/>
                                      <a:pt x="1304" y="627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curve w14:anchorId="35997F78" id="Freeform 561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rom="136.75pt,278.15pt" control1="163.9pt,291.2pt" control2="191.1pt,304.3pt" to="201.95pt,309.5pt" coordsize="1304,6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" filled="f">
                      <v:path arrowok="t" o:connecttype="custom" o:connectlocs="0,0;828040,398145" o:connectangles="0,0"/>
                    </v:curv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1981200</wp:posOffset>
                      </wp:positionH>
                      <wp:positionV relativeFrom="paragraph">
                        <wp:posOffset>2917190</wp:posOffset>
                      </wp:positionV>
                      <wp:extent cx="828040" cy="398145"/>
                      <wp:effectExtent l="5715" t="5080" r="13970" b="6350"/>
                      <wp:wrapNone/>
                      <wp:docPr id="55" name="Freeform 5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28040" cy="398145"/>
                              </a:xfrm>
                              <a:custGeom>
                                <a:avLst/>
                                <a:gdLst>
                                  <a:gd name="T0" fmla="*/ 0 w 1304"/>
                                  <a:gd name="T1" fmla="*/ 0 h 627"/>
                                  <a:gd name="T2" fmla="*/ 1304 w 1304"/>
                                  <a:gd name="T3" fmla="*/ 627 h 62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304" h="627">
                                    <a:moveTo>
                                      <a:pt x="0" y="0"/>
                                    </a:moveTo>
                                    <a:cubicBezTo>
                                      <a:pt x="543" y="261"/>
                                      <a:pt x="1087" y="523"/>
                                      <a:pt x="1304" y="627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curve w14:anchorId="57FACC0D" id="Freeform 560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rom="156pt,229.7pt" control1="183.15pt,242.75pt" control2="210.35pt,255.85pt" to="221.2pt,261.05pt" coordsize="1304,6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" filled="f">
                      <v:path arrowok="t" o:connecttype="custom" o:connectlocs="0,0;828040,398145" o:connectangles="0,0"/>
                    </v:curv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2222500</wp:posOffset>
                      </wp:positionH>
                      <wp:positionV relativeFrom="paragraph">
                        <wp:posOffset>2366010</wp:posOffset>
                      </wp:positionV>
                      <wp:extent cx="828040" cy="398145"/>
                      <wp:effectExtent l="8890" t="6350" r="10795" b="5080"/>
                      <wp:wrapNone/>
                      <wp:docPr id="54" name="Freeform 5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28040" cy="398145"/>
                              </a:xfrm>
                              <a:custGeom>
                                <a:avLst/>
                                <a:gdLst>
                                  <a:gd name="T0" fmla="*/ 0 w 1304"/>
                                  <a:gd name="T1" fmla="*/ 0 h 627"/>
                                  <a:gd name="T2" fmla="*/ 1304 w 1304"/>
                                  <a:gd name="T3" fmla="*/ 627 h 62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304" h="627">
                                    <a:moveTo>
                                      <a:pt x="0" y="0"/>
                                    </a:moveTo>
                                    <a:cubicBezTo>
                                      <a:pt x="543" y="261"/>
                                      <a:pt x="1087" y="523"/>
                                      <a:pt x="1304" y="627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curve w14:anchorId="157C4DE7" id="Freeform 559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rom="175pt,186.3pt" control1="202.15pt,199.35pt" control2="229.35pt,212.45pt" to="240.2pt,217.65pt" coordsize="1304,6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" filled="f">
                      <v:path arrowok="t" o:connecttype="custom" o:connectlocs="0,0;828040,398145" o:connectangles="0,0"/>
                    </v:curv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2191385</wp:posOffset>
                      </wp:positionH>
                      <wp:positionV relativeFrom="paragraph">
                        <wp:posOffset>1461135</wp:posOffset>
                      </wp:positionV>
                      <wp:extent cx="332105" cy="1009015"/>
                      <wp:effectExtent l="15875" t="15875" r="13970" b="13335"/>
                      <wp:wrapNone/>
                      <wp:docPr id="53" name="Freeform 5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32105" cy="1009015"/>
                              </a:xfrm>
                              <a:custGeom>
                                <a:avLst/>
                                <a:gdLst>
                                  <a:gd name="T0" fmla="*/ 0 w 523"/>
                                  <a:gd name="T1" fmla="*/ 59 h 1589"/>
                                  <a:gd name="T2" fmla="*/ 108 w 523"/>
                                  <a:gd name="T3" fmla="*/ 27 h 1589"/>
                                  <a:gd name="T4" fmla="*/ 301 w 523"/>
                                  <a:gd name="T5" fmla="*/ 220 h 1589"/>
                                  <a:gd name="T6" fmla="*/ 441 w 523"/>
                                  <a:gd name="T7" fmla="*/ 500 h 1589"/>
                                  <a:gd name="T8" fmla="*/ 430 w 523"/>
                                  <a:gd name="T9" fmla="*/ 683 h 1589"/>
                                  <a:gd name="T10" fmla="*/ 516 w 523"/>
                                  <a:gd name="T11" fmla="*/ 940 h 1589"/>
                                  <a:gd name="T12" fmla="*/ 473 w 523"/>
                                  <a:gd name="T13" fmla="*/ 1424 h 1589"/>
                                  <a:gd name="T14" fmla="*/ 441 w 523"/>
                                  <a:gd name="T15" fmla="*/ 1589 h 158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523" h="1589">
                                    <a:moveTo>
                                      <a:pt x="0" y="59"/>
                                    </a:moveTo>
                                    <a:cubicBezTo>
                                      <a:pt x="29" y="29"/>
                                      <a:pt x="58" y="0"/>
                                      <a:pt x="108" y="27"/>
                                    </a:cubicBezTo>
                                    <a:cubicBezTo>
                                      <a:pt x="158" y="54"/>
                                      <a:pt x="246" y="141"/>
                                      <a:pt x="301" y="220"/>
                                    </a:cubicBezTo>
                                    <a:cubicBezTo>
                                      <a:pt x="356" y="299"/>
                                      <a:pt x="419" y="423"/>
                                      <a:pt x="441" y="500"/>
                                    </a:cubicBezTo>
                                    <a:cubicBezTo>
                                      <a:pt x="463" y="577"/>
                                      <a:pt x="417" y="610"/>
                                      <a:pt x="430" y="683"/>
                                    </a:cubicBezTo>
                                    <a:cubicBezTo>
                                      <a:pt x="443" y="756"/>
                                      <a:pt x="509" y="817"/>
                                      <a:pt x="516" y="940"/>
                                    </a:cubicBezTo>
                                    <a:cubicBezTo>
                                      <a:pt x="523" y="1063"/>
                                      <a:pt x="485" y="1316"/>
                                      <a:pt x="473" y="1424"/>
                                    </a:cubicBezTo>
                                    <a:cubicBezTo>
                                      <a:pt x="461" y="1532"/>
                                      <a:pt x="448" y="1555"/>
                                      <a:pt x="441" y="1589"/>
                                    </a:cubicBez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BE87DF" id="Freeform 557" o:spid="_x0000_s1026" style="position:absolute;margin-left:172.55pt;margin-top:115.05pt;width:26.15pt;height:79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3,15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" path="m,59c29,29,58,,108,27v50,27,138,114,193,193c356,299,419,423,441,500v22,77,-24,110,-11,183c443,756,509,817,516,940v7,123,-31,376,-43,484c461,1532,448,1555,441,1589e" filled="f" strokecolor="red" strokeweight="1.5pt">
                      <v:path arrowok="t" o:connecttype="custom" o:connectlocs="0,37465;68580,17145;191135,139700;280035,317500;273050,433705;327660,596900;300355,904240;280035,1009015" o:connectangles="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2478405</wp:posOffset>
                      </wp:positionH>
                      <wp:positionV relativeFrom="paragraph">
                        <wp:posOffset>1805305</wp:posOffset>
                      </wp:positionV>
                      <wp:extent cx="95250" cy="689610"/>
                      <wp:effectExtent l="17145" t="17145" r="11430" b="17145"/>
                      <wp:wrapNone/>
                      <wp:docPr id="52" name="Freeform 5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5250" cy="689610"/>
                              </a:xfrm>
                              <a:custGeom>
                                <a:avLst/>
                                <a:gdLst>
                                  <a:gd name="T0" fmla="*/ 0 w 150"/>
                                  <a:gd name="T1" fmla="*/ 0 h 1086"/>
                                  <a:gd name="T2" fmla="*/ 129 w 150"/>
                                  <a:gd name="T3" fmla="*/ 258 h 1086"/>
                                  <a:gd name="T4" fmla="*/ 129 w 150"/>
                                  <a:gd name="T5" fmla="*/ 645 h 1086"/>
                                  <a:gd name="T6" fmla="*/ 97 w 150"/>
                                  <a:gd name="T7" fmla="*/ 935 h 1086"/>
                                  <a:gd name="T8" fmla="*/ 43 w 150"/>
                                  <a:gd name="T9" fmla="*/ 1086 h 108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50" h="1086">
                                    <a:moveTo>
                                      <a:pt x="0" y="0"/>
                                    </a:moveTo>
                                    <a:cubicBezTo>
                                      <a:pt x="54" y="75"/>
                                      <a:pt x="108" y="151"/>
                                      <a:pt x="129" y="258"/>
                                    </a:cubicBezTo>
                                    <a:cubicBezTo>
                                      <a:pt x="150" y="365"/>
                                      <a:pt x="134" y="532"/>
                                      <a:pt x="129" y="645"/>
                                    </a:cubicBezTo>
                                    <a:cubicBezTo>
                                      <a:pt x="124" y="758"/>
                                      <a:pt x="111" y="862"/>
                                      <a:pt x="97" y="935"/>
                                    </a:cubicBezTo>
                                    <a:cubicBezTo>
                                      <a:pt x="83" y="1008"/>
                                      <a:pt x="63" y="1047"/>
                                      <a:pt x="43" y="1086"/>
                                    </a:cubicBez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5863E5" id="Freeform 558" o:spid="_x0000_s1026" style="position:absolute;margin-left:195.15pt;margin-top:142.15pt;width:7.5pt;height:54.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0,10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" path="m,c54,75,108,151,129,258v21,107,5,274,,387c124,758,111,862,97,935v-14,73,-34,112,-54,151e" filled="f" strokecolor="red" strokeweight="1.5pt">
                      <v:path arrowok="t" o:connecttype="custom" o:connectlocs="0,0;81915,163830;81915,409575;61595,593725;27305,689610" o:connectangles="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2193290</wp:posOffset>
                      </wp:positionH>
                      <wp:positionV relativeFrom="paragraph">
                        <wp:posOffset>1500505</wp:posOffset>
                      </wp:positionV>
                      <wp:extent cx="300990" cy="975995"/>
                      <wp:effectExtent l="17780" t="17145" r="14605" b="16510"/>
                      <wp:wrapNone/>
                      <wp:docPr id="51" name="Freeform 5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00990" cy="975995"/>
                              </a:xfrm>
                              <a:custGeom>
                                <a:avLst/>
                                <a:gdLst>
                                  <a:gd name="T0" fmla="*/ 0 w 474"/>
                                  <a:gd name="T1" fmla="*/ 0 h 1537"/>
                                  <a:gd name="T2" fmla="*/ 291 w 474"/>
                                  <a:gd name="T3" fmla="*/ 484 h 1537"/>
                                  <a:gd name="T4" fmla="*/ 462 w 474"/>
                                  <a:gd name="T5" fmla="*/ 903 h 1537"/>
                                  <a:gd name="T6" fmla="*/ 366 w 474"/>
                                  <a:gd name="T7" fmla="*/ 1537 h 153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474" h="1537">
                                    <a:moveTo>
                                      <a:pt x="0" y="0"/>
                                    </a:moveTo>
                                    <a:cubicBezTo>
                                      <a:pt x="107" y="167"/>
                                      <a:pt x="214" y="334"/>
                                      <a:pt x="291" y="484"/>
                                    </a:cubicBezTo>
                                    <a:cubicBezTo>
                                      <a:pt x="368" y="634"/>
                                      <a:pt x="450" y="728"/>
                                      <a:pt x="462" y="903"/>
                                    </a:cubicBezTo>
                                    <a:cubicBezTo>
                                      <a:pt x="474" y="1078"/>
                                      <a:pt x="420" y="1307"/>
                                      <a:pt x="366" y="1537"/>
                                    </a:cubicBez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7FD540" id="Freeform 556" o:spid="_x0000_s1026" style="position:absolute;margin-left:172.7pt;margin-top:118.15pt;width:23.7pt;height:76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,15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" path="m,c107,167,214,334,291,484v77,150,159,244,171,419c474,1078,420,1307,366,1537e" filled="f" strokeweight="1.5pt">
                      <v:path arrowok="t" o:connecttype="custom" o:connectlocs="0,0;184785,307340;293370,573405;232410,975995" o:connectangles="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1767840</wp:posOffset>
                      </wp:positionH>
                      <wp:positionV relativeFrom="paragraph">
                        <wp:posOffset>388620</wp:posOffset>
                      </wp:positionV>
                      <wp:extent cx="419100" cy="1105535"/>
                      <wp:effectExtent l="20955" t="19685" r="17145" b="17780"/>
                      <wp:wrapNone/>
                      <wp:docPr id="50" name="Freeform 5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19100" cy="1105535"/>
                              </a:xfrm>
                              <a:custGeom>
                                <a:avLst/>
                                <a:gdLst>
                                  <a:gd name="T0" fmla="*/ 220 w 660"/>
                                  <a:gd name="T1" fmla="*/ 0 h 1741"/>
                                  <a:gd name="T2" fmla="*/ 37 w 660"/>
                                  <a:gd name="T3" fmla="*/ 344 h 1741"/>
                                  <a:gd name="T4" fmla="*/ 445 w 660"/>
                                  <a:gd name="T5" fmla="*/ 1343 h 1741"/>
                                  <a:gd name="T6" fmla="*/ 660 w 660"/>
                                  <a:gd name="T7" fmla="*/ 1741 h 174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660" h="1741">
                                    <a:moveTo>
                                      <a:pt x="220" y="0"/>
                                    </a:moveTo>
                                    <a:cubicBezTo>
                                      <a:pt x="110" y="60"/>
                                      <a:pt x="0" y="120"/>
                                      <a:pt x="37" y="344"/>
                                    </a:cubicBezTo>
                                    <a:cubicBezTo>
                                      <a:pt x="74" y="568"/>
                                      <a:pt x="341" y="1110"/>
                                      <a:pt x="445" y="1343"/>
                                    </a:cubicBezTo>
                                    <a:cubicBezTo>
                                      <a:pt x="549" y="1576"/>
                                      <a:pt x="604" y="1658"/>
                                      <a:pt x="660" y="1741"/>
                                    </a:cubicBezTo>
                                  </a:path>
                                </a:pathLst>
                              </a:custGeom>
                              <a:noFill/>
                              <a:ln w="3175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E16C88" id="Freeform 555" o:spid="_x0000_s1026" style="position:absolute;margin-left:139.2pt;margin-top:30.6pt;width:33pt;height:87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60,17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" path="m220,c110,60,,120,37,344v37,224,304,766,408,999c549,1576,604,1658,660,1741e" filled="f" strokecolor="red" strokeweight="2.5pt">
                      <v:path arrowok="t" o:connecttype="custom" o:connectlocs="139700,0;23495,218440;282575,852805;419100,1105535" o:connectangles="0,0,0,0"/>
                    </v:shape>
                  </w:pict>
                </mc:Fallback>
              </mc:AlternateContent>
            </w:r>
            <w:r w:rsidRPr="005A7201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olumn">
                        <wp:posOffset>1430655</wp:posOffset>
                      </wp:positionH>
                      <wp:positionV relativeFrom="paragraph">
                        <wp:posOffset>68580</wp:posOffset>
                      </wp:positionV>
                      <wp:extent cx="1804035" cy="4911725"/>
                      <wp:effectExtent l="7620" t="13970" r="7620" b="8255"/>
                      <wp:wrapNone/>
                      <wp:docPr id="32" name="Group 5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4035" cy="4911725"/>
                                <a:chOff x="3387" y="3397"/>
                                <a:chExt cx="2841" cy="7735"/>
                              </a:xfrm>
                            </wpg:grpSpPr>
                            <wps:wsp>
                              <wps:cNvPr id="33" name="Freeform 50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315" y="9648"/>
                                  <a:ext cx="134" cy="256"/>
                                </a:xfrm>
                                <a:custGeom>
                                  <a:avLst/>
                                  <a:gdLst>
                                    <a:gd name="T0" fmla="*/ 128 w 134"/>
                                    <a:gd name="T1" fmla="*/ 6 h 256"/>
                                    <a:gd name="T2" fmla="*/ 56 w 134"/>
                                    <a:gd name="T3" fmla="*/ 84 h 256"/>
                                    <a:gd name="T4" fmla="*/ 56 w 134"/>
                                    <a:gd name="T5" fmla="*/ 234 h 256"/>
                                    <a:gd name="T6" fmla="*/ 20 w 134"/>
                                    <a:gd name="T7" fmla="*/ 216 h 256"/>
                                    <a:gd name="T8" fmla="*/ 2 w 134"/>
                                    <a:gd name="T9" fmla="*/ 144 h 256"/>
                                    <a:gd name="T10" fmla="*/ 20 w 134"/>
                                    <a:gd name="T11" fmla="*/ 48 h 256"/>
                                    <a:gd name="T12" fmla="*/ 128 w 134"/>
                                    <a:gd name="T13" fmla="*/ 6 h 2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34" h="256">
                                      <a:moveTo>
                                        <a:pt x="128" y="6"/>
                                      </a:moveTo>
                                      <a:cubicBezTo>
                                        <a:pt x="134" y="12"/>
                                        <a:pt x="68" y="46"/>
                                        <a:pt x="56" y="84"/>
                                      </a:cubicBezTo>
                                      <a:cubicBezTo>
                                        <a:pt x="44" y="122"/>
                                        <a:pt x="62" y="212"/>
                                        <a:pt x="56" y="234"/>
                                      </a:cubicBezTo>
                                      <a:cubicBezTo>
                                        <a:pt x="50" y="256"/>
                                        <a:pt x="29" y="231"/>
                                        <a:pt x="20" y="216"/>
                                      </a:cubicBezTo>
                                      <a:cubicBezTo>
                                        <a:pt x="11" y="201"/>
                                        <a:pt x="2" y="172"/>
                                        <a:pt x="2" y="144"/>
                                      </a:cubicBezTo>
                                      <a:cubicBezTo>
                                        <a:pt x="2" y="116"/>
                                        <a:pt x="0" y="71"/>
                                        <a:pt x="20" y="48"/>
                                      </a:cubicBezTo>
                                      <a:cubicBezTo>
                                        <a:pt x="40" y="25"/>
                                        <a:pt x="122" y="0"/>
                                        <a:pt x="12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5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87" y="4674"/>
                                  <a:ext cx="420" cy="416"/>
                                </a:xfrm>
                                <a:custGeom>
                                  <a:avLst/>
                                  <a:gdLst>
                                    <a:gd name="T0" fmla="*/ 0 w 408"/>
                                    <a:gd name="T1" fmla="*/ 0 h 384"/>
                                    <a:gd name="T2" fmla="*/ 120 w 408"/>
                                    <a:gd name="T3" fmla="*/ 204 h 384"/>
                                    <a:gd name="T4" fmla="*/ 408 w 408"/>
                                    <a:gd name="T5" fmla="*/ 384 h 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8" h="384">
                                      <a:moveTo>
                                        <a:pt x="0" y="0"/>
                                      </a:moveTo>
                                      <a:cubicBezTo>
                                        <a:pt x="26" y="70"/>
                                        <a:pt x="52" y="140"/>
                                        <a:pt x="120" y="204"/>
                                      </a:cubicBezTo>
                                      <a:cubicBezTo>
                                        <a:pt x="188" y="268"/>
                                        <a:pt x="298" y="326"/>
                                        <a:pt x="408" y="38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Freeform 504"/>
                              <wps:cNvSpPr>
                                <a:spLocks/>
                              </wps:cNvSpPr>
                              <wps:spPr bwMode="auto">
                                <a:xfrm>
                                  <a:off x="4729" y="6616"/>
                                  <a:ext cx="442" cy="646"/>
                                </a:xfrm>
                                <a:custGeom>
                                  <a:avLst/>
                                  <a:gdLst>
                                    <a:gd name="T0" fmla="*/ 14 w 442"/>
                                    <a:gd name="T1" fmla="*/ 614 h 646"/>
                                    <a:gd name="T2" fmla="*/ 134 w 442"/>
                                    <a:gd name="T3" fmla="*/ 506 h 646"/>
                                    <a:gd name="T4" fmla="*/ 398 w 442"/>
                                    <a:gd name="T5" fmla="*/ 302 h 646"/>
                                    <a:gd name="T6" fmla="*/ 398 w 442"/>
                                    <a:gd name="T7" fmla="*/ 206 h 646"/>
                                    <a:gd name="T8" fmla="*/ 314 w 442"/>
                                    <a:gd name="T9" fmla="*/ 170 h 646"/>
                                    <a:gd name="T10" fmla="*/ 194 w 442"/>
                                    <a:gd name="T11" fmla="*/ 2 h 646"/>
                                    <a:gd name="T12" fmla="*/ 254 w 442"/>
                                    <a:gd name="T13" fmla="*/ 182 h 646"/>
                                    <a:gd name="T14" fmla="*/ 218 w 442"/>
                                    <a:gd name="T15" fmla="*/ 314 h 646"/>
                                    <a:gd name="T16" fmla="*/ 14 w 442"/>
                                    <a:gd name="T17" fmla="*/ 614 h 6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42" h="646">
                                      <a:moveTo>
                                        <a:pt x="14" y="614"/>
                                      </a:moveTo>
                                      <a:cubicBezTo>
                                        <a:pt x="0" y="646"/>
                                        <a:pt x="70" y="558"/>
                                        <a:pt x="134" y="506"/>
                                      </a:cubicBezTo>
                                      <a:cubicBezTo>
                                        <a:pt x="198" y="454"/>
                                        <a:pt x="354" y="352"/>
                                        <a:pt x="398" y="302"/>
                                      </a:cubicBezTo>
                                      <a:cubicBezTo>
                                        <a:pt x="442" y="252"/>
                                        <a:pt x="412" y="228"/>
                                        <a:pt x="398" y="206"/>
                                      </a:cubicBezTo>
                                      <a:cubicBezTo>
                                        <a:pt x="384" y="184"/>
                                        <a:pt x="348" y="204"/>
                                        <a:pt x="314" y="170"/>
                                      </a:cubicBezTo>
                                      <a:cubicBezTo>
                                        <a:pt x="280" y="136"/>
                                        <a:pt x="204" y="0"/>
                                        <a:pt x="194" y="2"/>
                                      </a:cubicBezTo>
                                      <a:cubicBezTo>
                                        <a:pt x="184" y="4"/>
                                        <a:pt x="250" y="130"/>
                                        <a:pt x="254" y="182"/>
                                      </a:cubicBezTo>
                                      <a:cubicBezTo>
                                        <a:pt x="258" y="234"/>
                                        <a:pt x="256" y="242"/>
                                        <a:pt x="218" y="314"/>
                                      </a:cubicBezTo>
                                      <a:cubicBezTo>
                                        <a:pt x="180" y="386"/>
                                        <a:pt x="28" y="582"/>
                                        <a:pt x="14" y="6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Freeform 505"/>
                              <wps:cNvSpPr>
                                <a:spLocks/>
                              </wps:cNvSpPr>
                              <wps:spPr bwMode="auto">
                                <a:xfrm>
                                  <a:off x="4275" y="7368"/>
                                  <a:ext cx="967" cy="2543"/>
                                </a:xfrm>
                                <a:custGeom>
                                  <a:avLst/>
                                  <a:gdLst>
                                    <a:gd name="T0" fmla="*/ 79 w 967"/>
                                    <a:gd name="T1" fmla="*/ 2543 h 2543"/>
                                    <a:gd name="T2" fmla="*/ 22 w 967"/>
                                    <a:gd name="T3" fmla="*/ 2464 h 2543"/>
                                    <a:gd name="T4" fmla="*/ 48 w 967"/>
                                    <a:gd name="T5" fmla="*/ 2279 h 2543"/>
                                    <a:gd name="T6" fmla="*/ 312 w 967"/>
                                    <a:gd name="T7" fmla="*/ 1686 h 2543"/>
                                    <a:gd name="T8" fmla="*/ 463 w 967"/>
                                    <a:gd name="T9" fmla="*/ 1288 h 2543"/>
                                    <a:gd name="T10" fmla="*/ 588 w 967"/>
                                    <a:gd name="T11" fmla="*/ 724 h 2543"/>
                                    <a:gd name="T12" fmla="*/ 744 w 967"/>
                                    <a:gd name="T13" fmla="*/ 282 h 2543"/>
                                    <a:gd name="T14" fmla="*/ 950 w 967"/>
                                    <a:gd name="T15" fmla="*/ 8 h 2543"/>
                                    <a:gd name="T16" fmla="*/ 847 w 967"/>
                                    <a:gd name="T17" fmla="*/ 330 h 2543"/>
                                    <a:gd name="T18" fmla="*/ 775 w 967"/>
                                    <a:gd name="T19" fmla="*/ 594 h 2543"/>
                                    <a:gd name="T20" fmla="*/ 682 w 967"/>
                                    <a:gd name="T21" fmla="*/ 983 h 2543"/>
                                    <a:gd name="T22" fmla="*/ 564 w 967"/>
                                    <a:gd name="T23" fmla="*/ 1410 h 2543"/>
                                    <a:gd name="T24" fmla="*/ 360 w 967"/>
                                    <a:gd name="T25" fmla="*/ 1861 h 2543"/>
                                    <a:gd name="T26" fmla="*/ 216 w 967"/>
                                    <a:gd name="T27" fmla="*/ 2262 h 25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967" h="2543">
                                      <a:moveTo>
                                        <a:pt x="79" y="2543"/>
                                      </a:moveTo>
                                      <a:cubicBezTo>
                                        <a:pt x="69" y="2530"/>
                                        <a:pt x="27" y="2508"/>
                                        <a:pt x="22" y="2464"/>
                                      </a:cubicBezTo>
                                      <a:cubicBezTo>
                                        <a:pt x="17" y="2420"/>
                                        <a:pt x="0" y="2409"/>
                                        <a:pt x="48" y="2279"/>
                                      </a:cubicBezTo>
                                      <a:cubicBezTo>
                                        <a:pt x="96" y="2149"/>
                                        <a:pt x="243" y="1851"/>
                                        <a:pt x="312" y="1686"/>
                                      </a:cubicBezTo>
                                      <a:cubicBezTo>
                                        <a:pt x="381" y="1521"/>
                                        <a:pt x="417" y="1448"/>
                                        <a:pt x="463" y="1288"/>
                                      </a:cubicBezTo>
                                      <a:cubicBezTo>
                                        <a:pt x="509" y="1128"/>
                                        <a:pt x="541" y="892"/>
                                        <a:pt x="588" y="724"/>
                                      </a:cubicBezTo>
                                      <a:cubicBezTo>
                                        <a:pt x="635" y="556"/>
                                        <a:pt x="684" y="401"/>
                                        <a:pt x="744" y="282"/>
                                      </a:cubicBezTo>
                                      <a:cubicBezTo>
                                        <a:pt x="804" y="163"/>
                                        <a:pt x="933" y="0"/>
                                        <a:pt x="950" y="8"/>
                                      </a:cubicBezTo>
                                      <a:cubicBezTo>
                                        <a:pt x="967" y="16"/>
                                        <a:pt x="876" y="232"/>
                                        <a:pt x="847" y="330"/>
                                      </a:cubicBezTo>
                                      <a:cubicBezTo>
                                        <a:pt x="818" y="428"/>
                                        <a:pt x="802" y="485"/>
                                        <a:pt x="775" y="594"/>
                                      </a:cubicBezTo>
                                      <a:cubicBezTo>
                                        <a:pt x="748" y="703"/>
                                        <a:pt x="717" y="847"/>
                                        <a:pt x="682" y="983"/>
                                      </a:cubicBezTo>
                                      <a:cubicBezTo>
                                        <a:pt x="647" y="1119"/>
                                        <a:pt x="618" y="1264"/>
                                        <a:pt x="564" y="1410"/>
                                      </a:cubicBezTo>
                                      <a:cubicBezTo>
                                        <a:pt x="510" y="1556"/>
                                        <a:pt x="418" y="1719"/>
                                        <a:pt x="360" y="1861"/>
                                      </a:cubicBezTo>
                                      <a:cubicBezTo>
                                        <a:pt x="302" y="2003"/>
                                        <a:pt x="246" y="2179"/>
                                        <a:pt x="216" y="22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506"/>
                              <wps:cNvSpPr>
                                <a:spLocks/>
                              </wps:cNvSpPr>
                              <wps:spPr bwMode="auto">
                                <a:xfrm>
                                  <a:off x="4551" y="7112"/>
                                  <a:ext cx="965" cy="2806"/>
                                </a:xfrm>
                                <a:custGeom>
                                  <a:avLst/>
                                  <a:gdLst>
                                    <a:gd name="T0" fmla="*/ 0 w 965"/>
                                    <a:gd name="T1" fmla="*/ 2530 h 2806"/>
                                    <a:gd name="T2" fmla="*/ 132 w 965"/>
                                    <a:gd name="T3" fmla="*/ 2158 h 2806"/>
                                    <a:gd name="T4" fmla="*/ 353 w 965"/>
                                    <a:gd name="T5" fmla="*/ 1676 h 2806"/>
                                    <a:gd name="T6" fmla="*/ 497 w 965"/>
                                    <a:gd name="T7" fmla="*/ 1148 h 2806"/>
                                    <a:gd name="T8" fmla="*/ 574 w 965"/>
                                    <a:gd name="T9" fmla="*/ 864 h 2806"/>
                                    <a:gd name="T10" fmla="*/ 725 w 965"/>
                                    <a:gd name="T11" fmla="*/ 332 h 2806"/>
                                    <a:gd name="T12" fmla="*/ 833 w 965"/>
                                    <a:gd name="T13" fmla="*/ 12 h 2806"/>
                                    <a:gd name="T14" fmla="*/ 958 w 965"/>
                                    <a:gd name="T15" fmla="*/ 406 h 2806"/>
                                    <a:gd name="T16" fmla="*/ 874 w 965"/>
                                    <a:gd name="T17" fmla="*/ 824 h 2806"/>
                                    <a:gd name="T18" fmla="*/ 540 w 965"/>
                                    <a:gd name="T19" fmla="*/ 1522 h 2806"/>
                                    <a:gd name="T20" fmla="*/ 290 w 965"/>
                                    <a:gd name="T21" fmla="*/ 2040 h 2806"/>
                                    <a:gd name="T22" fmla="*/ 151 w 965"/>
                                    <a:gd name="T23" fmla="*/ 2376 h 2806"/>
                                    <a:gd name="T24" fmla="*/ 120 w 965"/>
                                    <a:gd name="T25" fmla="*/ 2806 h 280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965" h="2806">
                                      <a:moveTo>
                                        <a:pt x="0" y="2530"/>
                                      </a:moveTo>
                                      <a:cubicBezTo>
                                        <a:pt x="34" y="2422"/>
                                        <a:pt x="73" y="2300"/>
                                        <a:pt x="132" y="2158"/>
                                      </a:cubicBezTo>
                                      <a:cubicBezTo>
                                        <a:pt x="191" y="2016"/>
                                        <a:pt x="292" y="1844"/>
                                        <a:pt x="353" y="1676"/>
                                      </a:cubicBezTo>
                                      <a:cubicBezTo>
                                        <a:pt x="414" y="1508"/>
                                        <a:pt x="460" y="1283"/>
                                        <a:pt x="497" y="1148"/>
                                      </a:cubicBezTo>
                                      <a:cubicBezTo>
                                        <a:pt x="534" y="1013"/>
                                        <a:pt x="536" y="1000"/>
                                        <a:pt x="574" y="864"/>
                                      </a:cubicBezTo>
                                      <a:cubicBezTo>
                                        <a:pt x="612" y="728"/>
                                        <a:pt x="682" y="474"/>
                                        <a:pt x="725" y="332"/>
                                      </a:cubicBezTo>
                                      <a:cubicBezTo>
                                        <a:pt x="768" y="190"/>
                                        <a:pt x="794" y="0"/>
                                        <a:pt x="833" y="12"/>
                                      </a:cubicBezTo>
                                      <a:cubicBezTo>
                                        <a:pt x="872" y="24"/>
                                        <a:pt x="951" y="271"/>
                                        <a:pt x="958" y="406"/>
                                      </a:cubicBezTo>
                                      <a:cubicBezTo>
                                        <a:pt x="965" y="541"/>
                                        <a:pt x="944" y="638"/>
                                        <a:pt x="874" y="824"/>
                                      </a:cubicBezTo>
                                      <a:cubicBezTo>
                                        <a:pt x="804" y="1010"/>
                                        <a:pt x="637" y="1319"/>
                                        <a:pt x="540" y="1522"/>
                                      </a:cubicBezTo>
                                      <a:cubicBezTo>
                                        <a:pt x="443" y="1725"/>
                                        <a:pt x="355" y="1898"/>
                                        <a:pt x="290" y="2040"/>
                                      </a:cubicBezTo>
                                      <a:cubicBezTo>
                                        <a:pt x="225" y="2182"/>
                                        <a:pt x="179" y="2249"/>
                                        <a:pt x="151" y="2376"/>
                                      </a:cubicBezTo>
                                      <a:cubicBezTo>
                                        <a:pt x="123" y="2503"/>
                                        <a:pt x="126" y="2717"/>
                                        <a:pt x="120" y="280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Freeform 50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222" y="4300"/>
                                  <a:ext cx="1074" cy="5656"/>
                                </a:xfrm>
                                <a:custGeom>
                                  <a:avLst/>
                                  <a:gdLst>
                                    <a:gd name="T0" fmla="*/ 275 w 1074"/>
                                    <a:gd name="T1" fmla="*/ 290 h 5656"/>
                                    <a:gd name="T2" fmla="*/ 233 w 1074"/>
                                    <a:gd name="T3" fmla="*/ 56 h 5656"/>
                                    <a:gd name="T4" fmla="*/ 509 w 1074"/>
                                    <a:gd name="T5" fmla="*/ 626 h 5656"/>
                                    <a:gd name="T6" fmla="*/ 893 w 1074"/>
                                    <a:gd name="T7" fmla="*/ 1568 h 5656"/>
                                    <a:gd name="T8" fmla="*/ 1037 w 1074"/>
                                    <a:gd name="T9" fmla="*/ 2054 h 5656"/>
                                    <a:gd name="T10" fmla="*/ 1067 w 1074"/>
                                    <a:gd name="T11" fmla="*/ 2636 h 5656"/>
                                    <a:gd name="T12" fmla="*/ 995 w 1074"/>
                                    <a:gd name="T13" fmla="*/ 2924 h 5656"/>
                                    <a:gd name="T14" fmla="*/ 778 w 1074"/>
                                    <a:gd name="T15" fmla="*/ 3249 h 5656"/>
                                    <a:gd name="T16" fmla="*/ 595 w 1074"/>
                                    <a:gd name="T17" fmla="*/ 3708 h 5656"/>
                                    <a:gd name="T18" fmla="*/ 439 w 1074"/>
                                    <a:gd name="T19" fmla="*/ 4375 h 5656"/>
                                    <a:gd name="T20" fmla="*/ 171 w 1074"/>
                                    <a:gd name="T21" fmla="*/ 5028 h 5656"/>
                                    <a:gd name="T22" fmla="*/ 39 w 1074"/>
                                    <a:gd name="T23" fmla="*/ 5352 h 5656"/>
                                    <a:gd name="T24" fmla="*/ 10 w 1074"/>
                                    <a:gd name="T25" fmla="*/ 5529 h 5656"/>
                                    <a:gd name="T26" fmla="*/ 99 w 1074"/>
                                    <a:gd name="T27" fmla="*/ 5656 h 56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074" h="5656">
                                      <a:moveTo>
                                        <a:pt x="275" y="290"/>
                                      </a:moveTo>
                                      <a:cubicBezTo>
                                        <a:pt x="267" y="251"/>
                                        <a:pt x="194" y="0"/>
                                        <a:pt x="233" y="56"/>
                                      </a:cubicBezTo>
                                      <a:cubicBezTo>
                                        <a:pt x="272" y="112"/>
                                        <a:pt x="399" y="374"/>
                                        <a:pt x="509" y="626"/>
                                      </a:cubicBezTo>
                                      <a:cubicBezTo>
                                        <a:pt x="619" y="878"/>
                                        <a:pt x="805" y="1330"/>
                                        <a:pt x="893" y="1568"/>
                                      </a:cubicBezTo>
                                      <a:cubicBezTo>
                                        <a:pt x="981" y="1806"/>
                                        <a:pt x="1008" y="1876"/>
                                        <a:pt x="1037" y="2054"/>
                                      </a:cubicBezTo>
                                      <a:cubicBezTo>
                                        <a:pt x="1066" y="2232"/>
                                        <a:pt x="1074" y="2491"/>
                                        <a:pt x="1067" y="2636"/>
                                      </a:cubicBezTo>
                                      <a:cubicBezTo>
                                        <a:pt x="1060" y="2781"/>
                                        <a:pt x="1043" y="2822"/>
                                        <a:pt x="995" y="2924"/>
                                      </a:cubicBezTo>
                                      <a:cubicBezTo>
                                        <a:pt x="947" y="3026"/>
                                        <a:pt x="845" y="3118"/>
                                        <a:pt x="778" y="3249"/>
                                      </a:cubicBezTo>
                                      <a:cubicBezTo>
                                        <a:pt x="711" y="3380"/>
                                        <a:pt x="651" y="3520"/>
                                        <a:pt x="595" y="3708"/>
                                      </a:cubicBezTo>
                                      <a:cubicBezTo>
                                        <a:pt x="539" y="3896"/>
                                        <a:pt x="510" y="4155"/>
                                        <a:pt x="439" y="4375"/>
                                      </a:cubicBezTo>
                                      <a:cubicBezTo>
                                        <a:pt x="368" y="4595"/>
                                        <a:pt x="238" y="4865"/>
                                        <a:pt x="171" y="5028"/>
                                      </a:cubicBezTo>
                                      <a:cubicBezTo>
                                        <a:pt x="104" y="5191"/>
                                        <a:pt x="66" y="5269"/>
                                        <a:pt x="39" y="5352"/>
                                      </a:cubicBezTo>
                                      <a:cubicBezTo>
                                        <a:pt x="12" y="5435"/>
                                        <a:pt x="0" y="5478"/>
                                        <a:pt x="10" y="5529"/>
                                      </a:cubicBezTo>
                                      <a:cubicBezTo>
                                        <a:pt x="20" y="5580"/>
                                        <a:pt x="81" y="5630"/>
                                        <a:pt x="99" y="56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Freeform 508"/>
                              <wps:cNvSpPr>
                                <a:spLocks/>
                              </wps:cNvSpPr>
                              <wps:spPr bwMode="auto">
                                <a:xfrm>
                                  <a:off x="3831" y="3564"/>
                                  <a:ext cx="552" cy="1080"/>
                                </a:xfrm>
                                <a:custGeom>
                                  <a:avLst/>
                                  <a:gdLst>
                                    <a:gd name="T0" fmla="*/ 0 w 552"/>
                                    <a:gd name="T1" fmla="*/ 0 h 1080"/>
                                    <a:gd name="T2" fmla="*/ 306 w 552"/>
                                    <a:gd name="T3" fmla="*/ 330 h 1080"/>
                                    <a:gd name="T4" fmla="*/ 444 w 552"/>
                                    <a:gd name="T5" fmla="*/ 570 h 1080"/>
                                    <a:gd name="T6" fmla="*/ 492 w 552"/>
                                    <a:gd name="T7" fmla="*/ 804 h 1080"/>
                                    <a:gd name="T8" fmla="*/ 552 w 552"/>
                                    <a:gd name="T9" fmla="*/ 1080 h 10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552" h="1080">
                                      <a:moveTo>
                                        <a:pt x="0" y="0"/>
                                      </a:moveTo>
                                      <a:cubicBezTo>
                                        <a:pt x="52" y="55"/>
                                        <a:pt x="232" y="235"/>
                                        <a:pt x="306" y="330"/>
                                      </a:cubicBezTo>
                                      <a:cubicBezTo>
                                        <a:pt x="380" y="425"/>
                                        <a:pt x="413" y="491"/>
                                        <a:pt x="444" y="570"/>
                                      </a:cubicBezTo>
                                      <a:cubicBezTo>
                                        <a:pt x="475" y="649"/>
                                        <a:pt x="474" y="719"/>
                                        <a:pt x="492" y="804"/>
                                      </a:cubicBezTo>
                                      <a:cubicBezTo>
                                        <a:pt x="510" y="889"/>
                                        <a:pt x="540" y="1023"/>
                                        <a:pt x="552" y="108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Freeform 509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33" y="3493"/>
                                  <a:ext cx="484" cy="595"/>
                                </a:xfrm>
                                <a:custGeom>
                                  <a:avLst/>
                                  <a:gdLst>
                                    <a:gd name="T0" fmla="*/ 470 w 484"/>
                                    <a:gd name="T1" fmla="*/ 581 h 595"/>
                                    <a:gd name="T2" fmla="*/ 405 w 484"/>
                                    <a:gd name="T3" fmla="*/ 497 h 595"/>
                                    <a:gd name="T4" fmla="*/ 309 w 484"/>
                                    <a:gd name="T5" fmla="*/ 367 h 595"/>
                                    <a:gd name="T6" fmla="*/ 252 w 484"/>
                                    <a:gd name="T7" fmla="*/ 228 h 595"/>
                                    <a:gd name="T8" fmla="*/ 223 w 484"/>
                                    <a:gd name="T9" fmla="*/ 137 h 595"/>
                                    <a:gd name="T10" fmla="*/ 184 w 484"/>
                                    <a:gd name="T11" fmla="*/ 106 h 595"/>
                                    <a:gd name="T12" fmla="*/ 21 w 484"/>
                                    <a:gd name="T13" fmla="*/ 5 h 595"/>
                                    <a:gd name="T14" fmla="*/ 60 w 484"/>
                                    <a:gd name="T15" fmla="*/ 75 h 595"/>
                                    <a:gd name="T16" fmla="*/ 177 w 484"/>
                                    <a:gd name="T17" fmla="*/ 223 h 595"/>
                                    <a:gd name="T18" fmla="*/ 321 w 484"/>
                                    <a:gd name="T19" fmla="*/ 415 h 595"/>
                                    <a:gd name="T20" fmla="*/ 470 w 484"/>
                                    <a:gd name="T21" fmla="*/ 581 h 5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484" h="595">
                                      <a:moveTo>
                                        <a:pt x="470" y="581"/>
                                      </a:moveTo>
                                      <a:cubicBezTo>
                                        <a:pt x="484" y="595"/>
                                        <a:pt x="432" y="533"/>
                                        <a:pt x="405" y="497"/>
                                      </a:cubicBezTo>
                                      <a:cubicBezTo>
                                        <a:pt x="378" y="461"/>
                                        <a:pt x="334" y="412"/>
                                        <a:pt x="309" y="367"/>
                                      </a:cubicBezTo>
                                      <a:cubicBezTo>
                                        <a:pt x="284" y="322"/>
                                        <a:pt x="266" y="266"/>
                                        <a:pt x="252" y="228"/>
                                      </a:cubicBezTo>
                                      <a:cubicBezTo>
                                        <a:pt x="238" y="190"/>
                                        <a:pt x="234" y="157"/>
                                        <a:pt x="223" y="137"/>
                                      </a:cubicBezTo>
                                      <a:cubicBezTo>
                                        <a:pt x="212" y="117"/>
                                        <a:pt x="218" y="128"/>
                                        <a:pt x="184" y="106"/>
                                      </a:cubicBezTo>
                                      <a:cubicBezTo>
                                        <a:pt x="150" y="84"/>
                                        <a:pt x="42" y="10"/>
                                        <a:pt x="21" y="5"/>
                                      </a:cubicBezTo>
                                      <a:cubicBezTo>
                                        <a:pt x="0" y="0"/>
                                        <a:pt x="34" y="39"/>
                                        <a:pt x="60" y="75"/>
                                      </a:cubicBezTo>
                                      <a:cubicBezTo>
                                        <a:pt x="86" y="111"/>
                                        <a:pt x="134" y="166"/>
                                        <a:pt x="177" y="223"/>
                                      </a:cubicBezTo>
                                      <a:cubicBezTo>
                                        <a:pt x="220" y="280"/>
                                        <a:pt x="274" y="354"/>
                                        <a:pt x="321" y="415"/>
                                      </a:cubicBezTo>
                                      <a:cubicBezTo>
                                        <a:pt x="368" y="476"/>
                                        <a:pt x="456" y="567"/>
                                        <a:pt x="470" y="58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Freeform 5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662" y="4223"/>
                                  <a:ext cx="184" cy="825"/>
                                </a:xfrm>
                                <a:custGeom>
                                  <a:avLst/>
                                  <a:gdLst>
                                    <a:gd name="T0" fmla="*/ 15 w 184"/>
                                    <a:gd name="T1" fmla="*/ 177 h 825"/>
                                    <a:gd name="T2" fmla="*/ 87 w 184"/>
                                    <a:gd name="T3" fmla="*/ 485 h 825"/>
                                    <a:gd name="T4" fmla="*/ 131 w 184"/>
                                    <a:gd name="T5" fmla="*/ 811 h 825"/>
                                    <a:gd name="T6" fmla="*/ 147 w 184"/>
                                    <a:gd name="T7" fmla="*/ 571 h 825"/>
                                    <a:gd name="T8" fmla="*/ 171 w 184"/>
                                    <a:gd name="T9" fmla="*/ 252 h 825"/>
                                    <a:gd name="T10" fmla="*/ 174 w 184"/>
                                    <a:gd name="T11" fmla="*/ 165 h 825"/>
                                    <a:gd name="T12" fmla="*/ 109 w 184"/>
                                    <a:gd name="T13" fmla="*/ 120 h 825"/>
                                    <a:gd name="T14" fmla="*/ 15 w 184"/>
                                    <a:gd name="T15" fmla="*/ 9 h 825"/>
                                    <a:gd name="T16" fmla="*/ 15 w 184"/>
                                    <a:gd name="T17" fmla="*/ 177 h 8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184" h="825">
                                      <a:moveTo>
                                        <a:pt x="15" y="177"/>
                                      </a:moveTo>
                                      <a:cubicBezTo>
                                        <a:pt x="27" y="256"/>
                                        <a:pt x="68" y="379"/>
                                        <a:pt x="87" y="485"/>
                                      </a:cubicBezTo>
                                      <a:cubicBezTo>
                                        <a:pt x="106" y="591"/>
                                        <a:pt x="121" y="797"/>
                                        <a:pt x="131" y="811"/>
                                      </a:cubicBezTo>
                                      <a:cubicBezTo>
                                        <a:pt x="141" y="825"/>
                                        <a:pt x="140" y="664"/>
                                        <a:pt x="147" y="571"/>
                                      </a:cubicBezTo>
                                      <a:cubicBezTo>
                                        <a:pt x="154" y="478"/>
                                        <a:pt x="167" y="320"/>
                                        <a:pt x="171" y="252"/>
                                      </a:cubicBezTo>
                                      <a:cubicBezTo>
                                        <a:pt x="175" y="184"/>
                                        <a:pt x="184" y="187"/>
                                        <a:pt x="174" y="165"/>
                                      </a:cubicBezTo>
                                      <a:cubicBezTo>
                                        <a:pt x="164" y="143"/>
                                        <a:pt x="136" y="146"/>
                                        <a:pt x="109" y="120"/>
                                      </a:cubicBezTo>
                                      <a:cubicBezTo>
                                        <a:pt x="82" y="94"/>
                                        <a:pt x="30" y="0"/>
                                        <a:pt x="15" y="9"/>
                                      </a:cubicBezTo>
                                      <a:cubicBezTo>
                                        <a:pt x="0" y="18"/>
                                        <a:pt x="3" y="98"/>
                                        <a:pt x="15" y="1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" name="Freeform 5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6007" y="6258"/>
                                  <a:ext cx="154" cy="102"/>
                                </a:xfrm>
                                <a:custGeom>
                                  <a:avLst/>
                                  <a:gdLst>
                                    <a:gd name="T0" fmla="*/ 146 w 154"/>
                                    <a:gd name="T1" fmla="*/ 102 h 102"/>
                                    <a:gd name="T2" fmla="*/ 86 w 154"/>
                                    <a:gd name="T3" fmla="*/ 42 h 102"/>
                                    <a:gd name="T4" fmla="*/ 2 w 154"/>
                                    <a:gd name="T5" fmla="*/ 6 h 102"/>
                                    <a:gd name="T6" fmla="*/ 98 w 154"/>
                                    <a:gd name="T7" fmla="*/ 6 h 102"/>
                                    <a:gd name="T8" fmla="*/ 134 w 154"/>
                                    <a:gd name="T9" fmla="*/ 42 h 102"/>
                                    <a:gd name="T10" fmla="*/ 146 w 154"/>
                                    <a:gd name="T11" fmla="*/ 102 h 1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54" h="102">
                                      <a:moveTo>
                                        <a:pt x="146" y="102"/>
                                      </a:moveTo>
                                      <a:cubicBezTo>
                                        <a:pt x="138" y="102"/>
                                        <a:pt x="110" y="58"/>
                                        <a:pt x="86" y="42"/>
                                      </a:cubicBezTo>
                                      <a:cubicBezTo>
                                        <a:pt x="62" y="26"/>
                                        <a:pt x="0" y="12"/>
                                        <a:pt x="2" y="6"/>
                                      </a:cubicBezTo>
                                      <a:cubicBezTo>
                                        <a:pt x="4" y="0"/>
                                        <a:pt x="76" y="0"/>
                                        <a:pt x="98" y="6"/>
                                      </a:cubicBezTo>
                                      <a:cubicBezTo>
                                        <a:pt x="120" y="12"/>
                                        <a:pt x="128" y="27"/>
                                        <a:pt x="134" y="42"/>
                                      </a:cubicBezTo>
                                      <a:cubicBezTo>
                                        <a:pt x="140" y="57"/>
                                        <a:pt x="154" y="102"/>
                                        <a:pt x="146" y="1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3" name="Freeform 5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42" y="6760"/>
                                  <a:ext cx="230" cy="909"/>
                                </a:xfrm>
                                <a:custGeom>
                                  <a:avLst/>
                                  <a:gdLst>
                                    <a:gd name="T0" fmla="*/ 175 w 230"/>
                                    <a:gd name="T1" fmla="*/ 2 h 909"/>
                                    <a:gd name="T2" fmla="*/ 163 w 230"/>
                                    <a:gd name="T3" fmla="*/ 254 h 909"/>
                                    <a:gd name="T4" fmla="*/ 211 w 230"/>
                                    <a:gd name="T5" fmla="*/ 488 h 909"/>
                                    <a:gd name="T6" fmla="*/ 49 w 230"/>
                                    <a:gd name="T7" fmla="*/ 866 h 909"/>
                                    <a:gd name="T8" fmla="*/ 25 w 230"/>
                                    <a:gd name="T9" fmla="*/ 746 h 909"/>
                                    <a:gd name="T10" fmla="*/ 199 w 230"/>
                                    <a:gd name="T11" fmla="*/ 494 h 909"/>
                                    <a:gd name="T12" fmla="*/ 151 w 230"/>
                                    <a:gd name="T13" fmla="*/ 368 h 909"/>
                                    <a:gd name="T14" fmla="*/ 121 w 230"/>
                                    <a:gd name="T15" fmla="*/ 242 h 909"/>
                                    <a:gd name="T16" fmla="*/ 175 w 230"/>
                                    <a:gd name="T17" fmla="*/ 2 h 90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230" h="909">
                                      <a:moveTo>
                                        <a:pt x="175" y="2"/>
                                      </a:moveTo>
                                      <a:cubicBezTo>
                                        <a:pt x="182" y="4"/>
                                        <a:pt x="157" y="173"/>
                                        <a:pt x="163" y="254"/>
                                      </a:cubicBezTo>
                                      <a:cubicBezTo>
                                        <a:pt x="169" y="335"/>
                                        <a:pt x="230" y="386"/>
                                        <a:pt x="211" y="488"/>
                                      </a:cubicBezTo>
                                      <a:cubicBezTo>
                                        <a:pt x="192" y="590"/>
                                        <a:pt x="80" y="823"/>
                                        <a:pt x="49" y="866"/>
                                      </a:cubicBezTo>
                                      <a:cubicBezTo>
                                        <a:pt x="18" y="909"/>
                                        <a:pt x="0" y="808"/>
                                        <a:pt x="25" y="746"/>
                                      </a:cubicBezTo>
                                      <a:cubicBezTo>
                                        <a:pt x="50" y="684"/>
                                        <a:pt x="178" y="557"/>
                                        <a:pt x="199" y="494"/>
                                      </a:cubicBezTo>
                                      <a:cubicBezTo>
                                        <a:pt x="220" y="431"/>
                                        <a:pt x="164" y="410"/>
                                        <a:pt x="151" y="368"/>
                                      </a:cubicBezTo>
                                      <a:cubicBezTo>
                                        <a:pt x="138" y="326"/>
                                        <a:pt x="119" y="302"/>
                                        <a:pt x="121" y="242"/>
                                      </a:cubicBezTo>
                                      <a:cubicBezTo>
                                        <a:pt x="123" y="182"/>
                                        <a:pt x="168" y="0"/>
                                        <a:pt x="175" y="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4" name="Freeform 5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735" y="3616"/>
                                  <a:ext cx="998" cy="614"/>
                                </a:xfrm>
                                <a:custGeom>
                                  <a:avLst/>
                                  <a:gdLst>
                                    <a:gd name="T0" fmla="*/ 0 w 998"/>
                                    <a:gd name="T1" fmla="*/ 614 h 614"/>
                                    <a:gd name="T2" fmla="*/ 144 w 998"/>
                                    <a:gd name="T3" fmla="*/ 350 h 614"/>
                                    <a:gd name="T4" fmla="*/ 523 w 998"/>
                                    <a:gd name="T5" fmla="*/ 100 h 614"/>
                                    <a:gd name="T6" fmla="*/ 998 w 998"/>
                                    <a:gd name="T7" fmla="*/ 0 h 6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998" h="614">
                                      <a:moveTo>
                                        <a:pt x="0" y="614"/>
                                      </a:moveTo>
                                      <a:cubicBezTo>
                                        <a:pt x="29" y="524"/>
                                        <a:pt x="57" y="436"/>
                                        <a:pt x="144" y="350"/>
                                      </a:cubicBezTo>
                                      <a:cubicBezTo>
                                        <a:pt x="231" y="264"/>
                                        <a:pt x="381" y="158"/>
                                        <a:pt x="523" y="100"/>
                                      </a:cubicBezTo>
                                      <a:cubicBezTo>
                                        <a:pt x="665" y="42"/>
                                        <a:pt x="899" y="21"/>
                                        <a:pt x="99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rnd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" name="Freeform 5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915" y="3462"/>
                                  <a:ext cx="1673" cy="6456"/>
                                </a:xfrm>
                                <a:custGeom>
                                  <a:avLst/>
                                  <a:gdLst>
                                    <a:gd name="T0" fmla="*/ 0 w 1673"/>
                                    <a:gd name="T1" fmla="*/ 0 h 6456"/>
                                    <a:gd name="T2" fmla="*/ 300 w 1673"/>
                                    <a:gd name="T3" fmla="*/ 318 h 6456"/>
                                    <a:gd name="T4" fmla="*/ 648 w 1673"/>
                                    <a:gd name="T5" fmla="*/ 786 h 6456"/>
                                    <a:gd name="T6" fmla="*/ 1008 w 1673"/>
                                    <a:gd name="T7" fmla="*/ 1554 h 6456"/>
                                    <a:gd name="T8" fmla="*/ 1332 w 1673"/>
                                    <a:gd name="T9" fmla="*/ 2370 h 6456"/>
                                    <a:gd name="T10" fmla="*/ 1482 w 1673"/>
                                    <a:gd name="T11" fmla="*/ 2868 h 6456"/>
                                    <a:gd name="T12" fmla="*/ 1524 w 1673"/>
                                    <a:gd name="T13" fmla="*/ 3324 h 6456"/>
                                    <a:gd name="T14" fmla="*/ 1542 w 1673"/>
                                    <a:gd name="T15" fmla="*/ 3576 h 6456"/>
                                    <a:gd name="T16" fmla="*/ 1668 w 1673"/>
                                    <a:gd name="T17" fmla="*/ 4056 h 6456"/>
                                    <a:gd name="T18" fmla="*/ 1572 w 1673"/>
                                    <a:gd name="T19" fmla="*/ 4518 h 6456"/>
                                    <a:gd name="T20" fmla="*/ 1182 w 1673"/>
                                    <a:gd name="T21" fmla="*/ 5328 h 6456"/>
                                    <a:gd name="T22" fmla="*/ 912 w 1673"/>
                                    <a:gd name="T23" fmla="*/ 5880 h 6456"/>
                                    <a:gd name="T24" fmla="*/ 840 w 1673"/>
                                    <a:gd name="T25" fmla="*/ 6144 h 6456"/>
                                    <a:gd name="T26" fmla="*/ 828 w 1673"/>
                                    <a:gd name="T27" fmla="*/ 6456 h 64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673" h="6456">
                                      <a:moveTo>
                                        <a:pt x="0" y="0"/>
                                      </a:moveTo>
                                      <a:cubicBezTo>
                                        <a:pt x="50" y="53"/>
                                        <a:pt x="192" y="187"/>
                                        <a:pt x="300" y="318"/>
                                      </a:cubicBezTo>
                                      <a:cubicBezTo>
                                        <a:pt x="408" y="449"/>
                                        <a:pt x="530" y="580"/>
                                        <a:pt x="648" y="786"/>
                                      </a:cubicBezTo>
                                      <a:cubicBezTo>
                                        <a:pt x="766" y="992"/>
                                        <a:pt x="894" y="1290"/>
                                        <a:pt x="1008" y="1554"/>
                                      </a:cubicBezTo>
                                      <a:cubicBezTo>
                                        <a:pt x="1122" y="1818"/>
                                        <a:pt x="1253" y="2151"/>
                                        <a:pt x="1332" y="2370"/>
                                      </a:cubicBezTo>
                                      <a:cubicBezTo>
                                        <a:pt x="1411" y="2589"/>
                                        <a:pt x="1450" y="2709"/>
                                        <a:pt x="1482" y="2868"/>
                                      </a:cubicBezTo>
                                      <a:cubicBezTo>
                                        <a:pt x="1514" y="3027"/>
                                        <a:pt x="1514" y="3206"/>
                                        <a:pt x="1524" y="3324"/>
                                      </a:cubicBezTo>
                                      <a:cubicBezTo>
                                        <a:pt x="1534" y="3442"/>
                                        <a:pt x="1518" y="3454"/>
                                        <a:pt x="1542" y="3576"/>
                                      </a:cubicBezTo>
                                      <a:cubicBezTo>
                                        <a:pt x="1566" y="3698"/>
                                        <a:pt x="1663" y="3899"/>
                                        <a:pt x="1668" y="4056"/>
                                      </a:cubicBezTo>
                                      <a:cubicBezTo>
                                        <a:pt x="1673" y="4213"/>
                                        <a:pt x="1653" y="4306"/>
                                        <a:pt x="1572" y="4518"/>
                                      </a:cubicBezTo>
                                      <a:cubicBezTo>
                                        <a:pt x="1491" y="4730"/>
                                        <a:pt x="1292" y="5101"/>
                                        <a:pt x="1182" y="5328"/>
                                      </a:cubicBezTo>
                                      <a:cubicBezTo>
                                        <a:pt x="1072" y="5555"/>
                                        <a:pt x="969" y="5744"/>
                                        <a:pt x="912" y="5880"/>
                                      </a:cubicBezTo>
                                      <a:cubicBezTo>
                                        <a:pt x="855" y="6016"/>
                                        <a:pt x="854" y="6048"/>
                                        <a:pt x="840" y="6144"/>
                                      </a:cubicBezTo>
                                      <a:cubicBezTo>
                                        <a:pt x="826" y="6240"/>
                                        <a:pt x="830" y="6391"/>
                                        <a:pt x="828" y="64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Freeform 5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065" y="10808"/>
                                  <a:ext cx="232" cy="138"/>
                                </a:xfrm>
                                <a:custGeom>
                                  <a:avLst/>
                                  <a:gdLst>
                                    <a:gd name="T0" fmla="*/ 232 w 232"/>
                                    <a:gd name="T1" fmla="*/ 130 h 138"/>
                                    <a:gd name="T2" fmla="*/ 158 w 232"/>
                                    <a:gd name="T3" fmla="*/ 130 h 138"/>
                                    <a:gd name="T4" fmla="*/ 57 w 232"/>
                                    <a:gd name="T5" fmla="*/ 79 h 138"/>
                                    <a:gd name="T6" fmla="*/ 0 w 232"/>
                                    <a:gd name="T7" fmla="*/ 0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2" h="138">
                                      <a:moveTo>
                                        <a:pt x="232" y="130"/>
                                      </a:moveTo>
                                      <a:cubicBezTo>
                                        <a:pt x="220" y="130"/>
                                        <a:pt x="187" y="138"/>
                                        <a:pt x="158" y="130"/>
                                      </a:cubicBezTo>
                                      <a:cubicBezTo>
                                        <a:pt x="129" y="122"/>
                                        <a:pt x="83" y="101"/>
                                        <a:pt x="57" y="79"/>
                                      </a:cubicBezTo>
                                      <a:cubicBezTo>
                                        <a:pt x="31" y="57"/>
                                        <a:pt x="12" y="16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Freeform 5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08" y="10247"/>
                                  <a:ext cx="567" cy="562"/>
                                </a:xfrm>
                                <a:custGeom>
                                  <a:avLst/>
                                  <a:gdLst>
                                    <a:gd name="T0" fmla="*/ 555 w 567"/>
                                    <a:gd name="T1" fmla="*/ 559 h 562"/>
                                    <a:gd name="T2" fmla="*/ 495 w 567"/>
                                    <a:gd name="T3" fmla="*/ 427 h 562"/>
                                    <a:gd name="T4" fmla="*/ 423 w 567"/>
                                    <a:gd name="T5" fmla="*/ 253 h 562"/>
                                    <a:gd name="T6" fmla="*/ 303 w 567"/>
                                    <a:gd name="T7" fmla="*/ 121 h 562"/>
                                    <a:gd name="T8" fmla="*/ 99 w 567"/>
                                    <a:gd name="T9" fmla="*/ 49 h 562"/>
                                    <a:gd name="T10" fmla="*/ 9 w 567"/>
                                    <a:gd name="T11" fmla="*/ 1 h 562"/>
                                    <a:gd name="T12" fmla="*/ 45 w 567"/>
                                    <a:gd name="T13" fmla="*/ 43 h 562"/>
                                    <a:gd name="T14" fmla="*/ 141 w 567"/>
                                    <a:gd name="T15" fmla="*/ 97 h 562"/>
                                    <a:gd name="T16" fmla="*/ 237 w 567"/>
                                    <a:gd name="T17" fmla="*/ 193 h 562"/>
                                    <a:gd name="T18" fmla="*/ 321 w 567"/>
                                    <a:gd name="T19" fmla="*/ 307 h 562"/>
                                    <a:gd name="T20" fmla="*/ 423 w 567"/>
                                    <a:gd name="T21" fmla="*/ 445 h 562"/>
                                    <a:gd name="T22" fmla="*/ 555 w 567"/>
                                    <a:gd name="T23" fmla="*/ 559 h 5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67" h="562">
                                      <a:moveTo>
                                        <a:pt x="555" y="559"/>
                                      </a:moveTo>
                                      <a:cubicBezTo>
                                        <a:pt x="567" y="556"/>
                                        <a:pt x="517" y="478"/>
                                        <a:pt x="495" y="427"/>
                                      </a:cubicBezTo>
                                      <a:cubicBezTo>
                                        <a:pt x="473" y="376"/>
                                        <a:pt x="455" y="304"/>
                                        <a:pt x="423" y="253"/>
                                      </a:cubicBezTo>
                                      <a:cubicBezTo>
                                        <a:pt x="391" y="202"/>
                                        <a:pt x="357" y="155"/>
                                        <a:pt x="303" y="121"/>
                                      </a:cubicBezTo>
                                      <a:cubicBezTo>
                                        <a:pt x="249" y="87"/>
                                        <a:pt x="148" y="69"/>
                                        <a:pt x="99" y="49"/>
                                      </a:cubicBezTo>
                                      <a:cubicBezTo>
                                        <a:pt x="50" y="29"/>
                                        <a:pt x="18" y="2"/>
                                        <a:pt x="9" y="1"/>
                                      </a:cubicBezTo>
                                      <a:cubicBezTo>
                                        <a:pt x="0" y="0"/>
                                        <a:pt x="23" y="27"/>
                                        <a:pt x="45" y="43"/>
                                      </a:cubicBezTo>
                                      <a:cubicBezTo>
                                        <a:pt x="67" y="59"/>
                                        <a:pt x="109" y="72"/>
                                        <a:pt x="141" y="97"/>
                                      </a:cubicBezTo>
                                      <a:cubicBezTo>
                                        <a:pt x="173" y="122"/>
                                        <a:pt x="207" y="158"/>
                                        <a:pt x="237" y="193"/>
                                      </a:cubicBezTo>
                                      <a:cubicBezTo>
                                        <a:pt x="267" y="228"/>
                                        <a:pt x="290" y="265"/>
                                        <a:pt x="321" y="307"/>
                                      </a:cubicBezTo>
                                      <a:cubicBezTo>
                                        <a:pt x="352" y="349"/>
                                        <a:pt x="384" y="406"/>
                                        <a:pt x="423" y="445"/>
                                      </a:cubicBezTo>
                                      <a:cubicBezTo>
                                        <a:pt x="462" y="484"/>
                                        <a:pt x="543" y="562"/>
                                        <a:pt x="555" y="55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Freeform 5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34" y="10939"/>
                                  <a:ext cx="99" cy="52"/>
                                </a:xfrm>
                                <a:custGeom>
                                  <a:avLst/>
                                  <a:gdLst>
                                    <a:gd name="T0" fmla="*/ 71 w 99"/>
                                    <a:gd name="T1" fmla="*/ 1 h 52"/>
                                    <a:gd name="T2" fmla="*/ 92 w 99"/>
                                    <a:gd name="T3" fmla="*/ 18 h 52"/>
                                    <a:gd name="T4" fmla="*/ 92 w 99"/>
                                    <a:gd name="T5" fmla="*/ 47 h 52"/>
                                    <a:gd name="T6" fmla="*/ 49 w 99"/>
                                    <a:gd name="T7" fmla="*/ 49 h 52"/>
                                    <a:gd name="T8" fmla="*/ 6 w 99"/>
                                    <a:gd name="T9" fmla="*/ 47 h 52"/>
                                    <a:gd name="T10" fmla="*/ 13 w 99"/>
                                    <a:gd name="T11" fmla="*/ 23 h 52"/>
                                    <a:gd name="T12" fmla="*/ 71 w 99"/>
                                    <a:gd name="T13" fmla="*/ 1 h 5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99" h="52">
                                      <a:moveTo>
                                        <a:pt x="71" y="1"/>
                                      </a:moveTo>
                                      <a:cubicBezTo>
                                        <a:pt x="84" y="0"/>
                                        <a:pt x="89" y="10"/>
                                        <a:pt x="92" y="18"/>
                                      </a:cubicBezTo>
                                      <a:cubicBezTo>
                                        <a:pt x="95" y="26"/>
                                        <a:pt x="99" y="42"/>
                                        <a:pt x="92" y="47"/>
                                      </a:cubicBezTo>
                                      <a:cubicBezTo>
                                        <a:pt x="85" y="52"/>
                                        <a:pt x="63" y="49"/>
                                        <a:pt x="49" y="49"/>
                                      </a:cubicBezTo>
                                      <a:cubicBezTo>
                                        <a:pt x="35" y="49"/>
                                        <a:pt x="12" y="51"/>
                                        <a:pt x="6" y="47"/>
                                      </a:cubicBezTo>
                                      <a:cubicBezTo>
                                        <a:pt x="0" y="43"/>
                                        <a:pt x="2" y="29"/>
                                        <a:pt x="13" y="23"/>
                                      </a:cubicBezTo>
                                      <a:cubicBezTo>
                                        <a:pt x="24" y="17"/>
                                        <a:pt x="58" y="2"/>
                                        <a:pt x="71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" name="Freeform 5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3627" y="3397"/>
                                  <a:ext cx="2601" cy="7735"/>
                                </a:xfrm>
                                <a:custGeom>
                                  <a:avLst/>
                                  <a:gdLst>
                                    <a:gd name="T0" fmla="*/ 0 w 2601"/>
                                    <a:gd name="T1" fmla="*/ 1277 h 7735"/>
                                    <a:gd name="T2" fmla="*/ 228 w 2601"/>
                                    <a:gd name="T3" fmla="*/ 1781 h 7735"/>
                                    <a:gd name="T4" fmla="*/ 470 w 2601"/>
                                    <a:gd name="T5" fmla="*/ 2059 h 7735"/>
                                    <a:gd name="T6" fmla="*/ 816 w 2601"/>
                                    <a:gd name="T7" fmla="*/ 2525 h 7735"/>
                                    <a:gd name="T8" fmla="*/ 1044 w 2601"/>
                                    <a:gd name="T9" fmla="*/ 2801 h 7735"/>
                                    <a:gd name="T10" fmla="*/ 1212 w 2601"/>
                                    <a:gd name="T11" fmla="*/ 3149 h 7735"/>
                                    <a:gd name="T12" fmla="*/ 1325 w 2601"/>
                                    <a:gd name="T13" fmla="*/ 3425 h 7735"/>
                                    <a:gd name="T14" fmla="*/ 1164 w 2601"/>
                                    <a:gd name="T15" fmla="*/ 3684 h 7735"/>
                                    <a:gd name="T16" fmla="*/ 914 w 2601"/>
                                    <a:gd name="T17" fmla="*/ 4097 h 7735"/>
                                    <a:gd name="T18" fmla="*/ 833 w 2601"/>
                                    <a:gd name="T19" fmla="*/ 4462 h 7735"/>
                                    <a:gd name="T20" fmla="*/ 799 w 2601"/>
                                    <a:gd name="T21" fmla="*/ 4846 h 7735"/>
                                    <a:gd name="T22" fmla="*/ 660 w 2601"/>
                                    <a:gd name="T23" fmla="*/ 5441 h 7735"/>
                                    <a:gd name="T24" fmla="*/ 554 w 2601"/>
                                    <a:gd name="T25" fmla="*/ 5907 h 7735"/>
                                    <a:gd name="T26" fmla="*/ 360 w 2601"/>
                                    <a:gd name="T27" fmla="*/ 6209 h 7735"/>
                                    <a:gd name="T28" fmla="*/ 168 w 2601"/>
                                    <a:gd name="T29" fmla="*/ 6389 h 7735"/>
                                    <a:gd name="T30" fmla="*/ 144 w 2601"/>
                                    <a:gd name="T31" fmla="*/ 6581 h 7735"/>
                                    <a:gd name="T32" fmla="*/ 312 w 2601"/>
                                    <a:gd name="T33" fmla="*/ 6797 h 7735"/>
                                    <a:gd name="T34" fmla="*/ 456 w 2601"/>
                                    <a:gd name="T35" fmla="*/ 6917 h 7735"/>
                                    <a:gd name="T36" fmla="*/ 576 w 2601"/>
                                    <a:gd name="T37" fmla="*/ 7007 h 7735"/>
                                    <a:gd name="T38" fmla="*/ 798 w 2601"/>
                                    <a:gd name="T39" fmla="*/ 7301 h 7735"/>
                                    <a:gd name="T40" fmla="*/ 938 w 2601"/>
                                    <a:gd name="T41" fmla="*/ 7438 h 7735"/>
                                    <a:gd name="T42" fmla="*/ 1092 w 2601"/>
                                    <a:gd name="T43" fmla="*/ 7625 h 7735"/>
                                    <a:gd name="T44" fmla="*/ 1284 w 2601"/>
                                    <a:gd name="T45" fmla="*/ 7709 h 7735"/>
                                    <a:gd name="T46" fmla="*/ 1428 w 2601"/>
                                    <a:gd name="T47" fmla="*/ 7697 h 7735"/>
                                    <a:gd name="T48" fmla="*/ 1512 w 2601"/>
                                    <a:gd name="T49" fmla="*/ 7733 h 7735"/>
                                    <a:gd name="T50" fmla="*/ 1692 w 2601"/>
                                    <a:gd name="T51" fmla="*/ 7709 h 7735"/>
                                    <a:gd name="T52" fmla="*/ 1758 w 2601"/>
                                    <a:gd name="T53" fmla="*/ 7607 h 7735"/>
                                    <a:gd name="T54" fmla="*/ 1644 w 2601"/>
                                    <a:gd name="T55" fmla="*/ 7517 h 7735"/>
                                    <a:gd name="T56" fmla="*/ 1534 w 2601"/>
                                    <a:gd name="T57" fmla="*/ 7469 h 7735"/>
                                    <a:gd name="T58" fmla="*/ 1428 w 2601"/>
                                    <a:gd name="T59" fmla="*/ 7402 h 7735"/>
                                    <a:gd name="T60" fmla="*/ 1320 w 2601"/>
                                    <a:gd name="T61" fmla="*/ 7193 h 7735"/>
                                    <a:gd name="T62" fmla="*/ 1224 w 2601"/>
                                    <a:gd name="T63" fmla="*/ 6827 h 7735"/>
                                    <a:gd name="T64" fmla="*/ 1164 w 2601"/>
                                    <a:gd name="T65" fmla="*/ 6575 h 7735"/>
                                    <a:gd name="T66" fmla="*/ 1248 w 2601"/>
                                    <a:gd name="T67" fmla="*/ 6101 h 7735"/>
                                    <a:gd name="T68" fmla="*/ 1476 w 2601"/>
                                    <a:gd name="T69" fmla="*/ 5561 h 7735"/>
                                    <a:gd name="T70" fmla="*/ 1800 w 2601"/>
                                    <a:gd name="T71" fmla="*/ 4949 h 7735"/>
                                    <a:gd name="T72" fmla="*/ 2112 w 2601"/>
                                    <a:gd name="T73" fmla="*/ 4169 h 7735"/>
                                    <a:gd name="T74" fmla="*/ 2256 w 2601"/>
                                    <a:gd name="T75" fmla="*/ 3857 h 7735"/>
                                    <a:gd name="T76" fmla="*/ 2508 w 2601"/>
                                    <a:gd name="T77" fmla="*/ 3437 h 7735"/>
                                    <a:gd name="T78" fmla="*/ 2598 w 2601"/>
                                    <a:gd name="T79" fmla="*/ 3149 h 7735"/>
                                    <a:gd name="T80" fmla="*/ 2526 w 2601"/>
                                    <a:gd name="T81" fmla="*/ 2909 h 7735"/>
                                    <a:gd name="T82" fmla="*/ 2376 w 2601"/>
                                    <a:gd name="T83" fmla="*/ 2417 h 7735"/>
                                    <a:gd name="T84" fmla="*/ 2191 w 2601"/>
                                    <a:gd name="T85" fmla="*/ 1913 h 7735"/>
                                    <a:gd name="T86" fmla="*/ 1908 w 2601"/>
                                    <a:gd name="T87" fmla="*/ 1349 h 7735"/>
                                    <a:gd name="T88" fmla="*/ 1596 w 2601"/>
                                    <a:gd name="T89" fmla="*/ 845 h 7735"/>
                                    <a:gd name="T90" fmla="*/ 1493 w 2601"/>
                                    <a:gd name="T91" fmla="*/ 694 h 7735"/>
                                    <a:gd name="T92" fmla="*/ 1452 w 2601"/>
                                    <a:gd name="T93" fmla="*/ 533 h 7735"/>
                                    <a:gd name="T94" fmla="*/ 1399 w 2601"/>
                                    <a:gd name="T95" fmla="*/ 327 h 7735"/>
                                    <a:gd name="T96" fmla="*/ 1366 w 2601"/>
                                    <a:gd name="T97" fmla="*/ 0 h 77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</a:cxnLst>
                                  <a:rect l="0" t="0" r="r" b="b"/>
                                  <a:pathLst>
                                    <a:path w="2601" h="7735">
                                      <a:moveTo>
                                        <a:pt x="0" y="1277"/>
                                      </a:moveTo>
                                      <a:cubicBezTo>
                                        <a:pt x="73" y="1465"/>
                                        <a:pt x="150" y="1651"/>
                                        <a:pt x="228" y="1781"/>
                                      </a:cubicBezTo>
                                      <a:cubicBezTo>
                                        <a:pt x="306" y="1911"/>
                                        <a:pt x="372" y="1935"/>
                                        <a:pt x="470" y="2059"/>
                                      </a:cubicBezTo>
                                      <a:cubicBezTo>
                                        <a:pt x="568" y="2183"/>
                                        <a:pt x="720" y="2401"/>
                                        <a:pt x="816" y="2525"/>
                                      </a:cubicBezTo>
                                      <a:cubicBezTo>
                                        <a:pt x="912" y="2649"/>
                                        <a:pt x="978" y="2697"/>
                                        <a:pt x="1044" y="2801"/>
                                      </a:cubicBezTo>
                                      <a:cubicBezTo>
                                        <a:pt x="1110" y="2905"/>
                                        <a:pt x="1165" y="3045"/>
                                        <a:pt x="1212" y="3149"/>
                                      </a:cubicBezTo>
                                      <a:cubicBezTo>
                                        <a:pt x="1259" y="3253"/>
                                        <a:pt x="1333" y="3336"/>
                                        <a:pt x="1325" y="3425"/>
                                      </a:cubicBezTo>
                                      <a:cubicBezTo>
                                        <a:pt x="1317" y="3514"/>
                                        <a:pt x="1232" y="3572"/>
                                        <a:pt x="1164" y="3684"/>
                                      </a:cubicBezTo>
                                      <a:cubicBezTo>
                                        <a:pt x="1096" y="3796"/>
                                        <a:pt x="969" y="3967"/>
                                        <a:pt x="914" y="4097"/>
                                      </a:cubicBezTo>
                                      <a:cubicBezTo>
                                        <a:pt x="859" y="4227"/>
                                        <a:pt x="852" y="4337"/>
                                        <a:pt x="833" y="4462"/>
                                      </a:cubicBezTo>
                                      <a:cubicBezTo>
                                        <a:pt x="814" y="4587"/>
                                        <a:pt x="828" y="4683"/>
                                        <a:pt x="799" y="4846"/>
                                      </a:cubicBezTo>
                                      <a:cubicBezTo>
                                        <a:pt x="770" y="5009"/>
                                        <a:pt x="701" y="5264"/>
                                        <a:pt x="660" y="5441"/>
                                      </a:cubicBezTo>
                                      <a:cubicBezTo>
                                        <a:pt x="619" y="5618"/>
                                        <a:pt x="604" y="5779"/>
                                        <a:pt x="554" y="5907"/>
                                      </a:cubicBezTo>
                                      <a:cubicBezTo>
                                        <a:pt x="504" y="6035"/>
                                        <a:pt x="424" y="6129"/>
                                        <a:pt x="360" y="6209"/>
                                      </a:cubicBezTo>
                                      <a:cubicBezTo>
                                        <a:pt x="296" y="6289"/>
                                        <a:pt x="204" y="6327"/>
                                        <a:pt x="168" y="6389"/>
                                      </a:cubicBezTo>
                                      <a:cubicBezTo>
                                        <a:pt x="132" y="6451"/>
                                        <a:pt x="120" y="6513"/>
                                        <a:pt x="144" y="6581"/>
                                      </a:cubicBezTo>
                                      <a:cubicBezTo>
                                        <a:pt x="168" y="6649"/>
                                        <a:pt x="260" y="6741"/>
                                        <a:pt x="312" y="6797"/>
                                      </a:cubicBezTo>
                                      <a:cubicBezTo>
                                        <a:pt x="364" y="6853"/>
                                        <a:pt x="412" y="6882"/>
                                        <a:pt x="456" y="6917"/>
                                      </a:cubicBezTo>
                                      <a:cubicBezTo>
                                        <a:pt x="500" y="6952"/>
                                        <a:pt x="519" y="6943"/>
                                        <a:pt x="576" y="7007"/>
                                      </a:cubicBezTo>
                                      <a:cubicBezTo>
                                        <a:pt x="633" y="7071"/>
                                        <a:pt x="738" y="7229"/>
                                        <a:pt x="798" y="7301"/>
                                      </a:cubicBezTo>
                                      <a:cubicBezTo>
                                        <a:pt x="858" y="7373"/>
                                        <a:pt x="889" y="7384"/>
                                        <a:pt x="938" y="7438"/>
                                      </a:cubicBezTo>
                                      <a:cubicBezTo>
                                        <a:pt x="987" y="7492"/>
                                        <a:pt x="1034" y="7580"/>
                                        <a:pt x="1092" y="7625"/>
                                      </a:cubicBezTo>
                                      <a:cubicBezTo>
                                        <a:pt x="1150" y="7670"/>
                                        <a:pt x="1228" y="7697"/>
                                        <a:pt x="1284" y="7709"/>
                                      </a:cubicBezTo>
                                      <a:cubicBezTo>
                                        <a:pt x="1340" y="7721"/>
                                        <a:pt x="1390" y="7693"/>
                                        <a:pt x="1428" y="7697"/>
                                      </a:cubicBezTo>
                                      <a:cubicBezTo>
                                        <a:pt x="1466" y="7701"/>
                                        <a:pt x="1468" y="7731"/>
                                        <a:pt x="1512" y="7733"/>
                                      </a:cubicBezTo>
                                      <a:cubicBezTo>
                                        <a:pt x="1556" y="7735"/>
                                        <a:pt x="1651" y="7730"/>
                                        <a:pt x="1692" y="7709"/>
                                      </a:cubicBezTo>
                                      <a:cubicBezTo>
                                        <a:pt x="1733" y="7688"/>
                                        <a:pt x="1766" y="7639"/>
                                        <a:pt x="1758" y="7607"/>
                                      </a:cubicBezTo>
                                      <a:cubicBezTo>
                                        <a:pt x="1750" y="7575"/>
                                        <a:pt x="1681" y="7540"/>
                                        <a:pt x="1644" y="7517"/>
                                      </a:cubicBezTo>
                                      <a:cubicBezTo>
                                        <a:pt x="1607" y="7494"/>
                                        <a:pt x="1570" y="7488"/>
                                        <a:pt x="1534" y="7469"/>
                                      </a:cubicBezTo>
                                      <a:cubicBezTo>
                                        <a:pt x="1498" y="7450"/>
                                        <a:pt x="1464" y="7448"/>
                                        <a:pt x="1428" y="7402"/>
                                      </a:cubicBezTo>
                                      <a:cubicBezTo>
                                        <a:pt x="1392" y="7356"/>
                                        <a:pt x="1354" y="7289"/>
                                        <a:pt x="1320" y="7193"/>
                                      </a:cubicBezTo>
                                      <a:cubicBezTo>
                                        <a:pt x="1286" y="7097"/>
                                        <a:pt x="1250" y="6930"/>
                                        <a:pt x="1224" y="6827"/>
                                      </a:cubicBezTo>
                                      <a:cubicBezTo>
                                        <a:pt x="1198" y="6724"/>
                                        <a:pt x="1160" y="6696"/>
                                        <a:pt x="1164" y="6575"/>
                                      </a:cubicBezTo>
                                      <a:cubicBezTo>
                                        <a:pt x="1168" y="6454"/>
                                        <a:pt x="1196" y="6270"/>
                                        <a:pt x="1248" y="6101"/>
                                      </a:cubicBezTo>
                                      <a:cubicBezTo>
                                        <a:pt x="1300" y="5932"/>
                                        <a:pt x="1384" y="5753"/>
                                        <a:pt x="1476" y="5561"/>
                                      </a:cubicBezTo>
                                      <a:cubicBezTo>
                                        <a:pt x="1568" y="5369"/>
                                        <a:pt x="1694" y="5181"/>
                                        <a:pt x="1800" y="4949"/>
                                      </a:cubicBezTo>
                                      <a:cubicBezTo>
                                        <a:pt x="1906" y="4717"/>
                                        <a:pt x="2036" y="4351"/>
                                        <a:pt x="2112" y="4169"/>
                                      </a:cubicBezTo>
                                      <a:cubicBezTo>
                                        <a:pt x="2188" y="3987"/>
                                        <a:pt x="2190" y="3979"/>
                                        <a:pt x="2256" y="3857"/>
                                      </a:cubicBezTo>
                                      <a:cubicBezTo>
                                        <a:pt x="2322" y="3735"/>
                                        <a:pt x="2451" y="3555"/>
                                        <a:pt x="2508" y="3437"/>
                                      </a:cubicBezTo>
                                      <a:cubicBezTo>
                                        <a:pt x="2565" y="3319"/>
                                        <a:pt x="2595" y="3237"/>
                                        <a:pt x="2598" y="3149"/>
                                      </a:cubicBezTo>
                                      <a:cubicBezTo>
                                        <a:pt x="2601" y="3061"/>
                                        <a:pt x="2563" y="3031"/>
                                        <a:pt x="2526" y="2909"/>
                                      </a:cubicBezTo>
                                      <a:cubicBezTo>
                                        <a:pt x="2489" y="2787"/>
                                        <a:pt x="2432" y="2583"/>
                                        <a:pt x="2376" y="2417"/>
                                      </a:cubicBezTo>
                                      <a:cubicBezTo>
                                        <a:pt x="2320" y="2251"/>
                                        <a:pt x="2269" y="2091"/>
                                        <a:pt x="2191" y="1913"/>
                                      </a:cubicBezTo>
                                      <a:cubicBezTo>
                                        <a:pt x="2113" y="1735"/>
                                        <a:pt x="2007" y="1527"/>
                                        <a:pt x="1908" y="1349"/>
                                      </a:cubicBezTo>
                                      <a:cubicBezTo>
                                        <a:pt x="1809" y="1171"/>
                                        <a:pt x="1665" y="954"/>
                                        <a:pt x="1596" y="845"/>
                                      </a:cubicBezTo>
                                      <a:cubicBezTo>
                                        <a:pt x="1527" y="736"/>
                                        <a:pt x="1517" y="746"/>
                                        <a:pt x="1493" y="694"/>
                                      </a:cubicBezTo>
                                      <a:cubicBezTo>
                                        <a:pt x="1469" y="642"/>
                                        <a:pt x="1468" y="594"/>
                                        <a:pt x="1452" y="533"/>
                                      </a:cubicBezTo>
                                      <a:cubicBezTo>
                                        <a:pt x="1436" y="472"/>
                                        <a:pt x="1413" y="416"/>
                                        <a:pt x="1399" y="327"/>
                                      </a:cubicBezTo>
                                      <a:cubicBezTo>
                                        <a:pt x="1385" y="238"/>
                                        <a:pt x="1373" y="68"/>
                                        <a:pt x="136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5DE2AB7" id="Group 501" o:spid="_x0000_s1026" style="position:absolute;margin-left:112.65pt;margin-top:5.4pt;width:142.05pt;height:386.75pt;z-index:251652096" coordorigin="3387,3397" coordsize="2841,7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">
                      <v:shape id="Freeform 502" o:spid="_x0000_s1027" style="position:absolute;left:4315;top:9648;width:134;height:256;visibility:visible;mso-wrap-style:square;v-text-anchor:top" coordsize="13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" path="m128,6v6,6,-60,40,-72,78c44,122,62,212,56,234,50,256,29,231,20,216,11,201,2,172,2,144,2,116,,71,20,48,40,25,122,,128,6xe" fillcolor="#ddd" stroked="f">
                        <v:path arrowok="t" o:connecttype="custom" o:connectlocs="128,6;56,84;56,234;20,216;2,144;20,48;128,6" o:connectangles="0,0,0,0,0,0,0"/>
                      </v:shape>
                      <v:shape id="Freeform 503" o:spid="_x0000_s1028" style="position:absolute;left:3387;top:4674;width:420;height:416;visibility:visible;mso-wrap-style:square;v-text-anchor:top" coordsize="408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" path="m,c26,70,52,140,120,204v68,64,178,122,288,180e" filled="f" strokecolor="gray" strokeweight="1pt">
                        <v:path arrowok="t" o:connecttype="custom" o:connectlocs="0,0;124,221;420,416" o:connectangles="0,0,0"/>
                      </v:shape>
                      <v:shape id="Freeform 504" o:spid="_x0000_s1029" style="position:absolute;left:4729;top:6616;width:442;height:646;visibility:visible;mso-wrap-style:square;v-text-anchor:top" coordsize="442,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" path="m14,614c,646,70,558,134,506,198,454,354,352,398,302v44,-50,14,-74,,-96c384,184,348,204,314,170,280,136,204,,194,2v-10,2,56,128,60,180c258,234,256,242,218,314,180,386,28,582,14,614xe" fillcolor="#ddd" stroked="f">
                        <v:path arrowok="t" o:connecttype="custom" o:connectlocs="14,614;134,506;398,302;398,206;314,170;194,2;254,182;218,314;14,614" o:connectangles="0,0,0,0,0,0,0,0,0"/>
                      </v:shape>
                      <v:shape id="Freeform 505" o:spid="_x0000_s1030" style="position:absolute;left:4275;top:7368;width:967;height:2543;visibility:visible;mso-wrap-style:square;v-text-anchor:top" coordsize="967,2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" path="m79,2543c69,2530,27,2508,22,2464,17,2420,,2409,48,2279,96,2149,243,1851,312,1686v69,-165,105,-238,151,-398c509,1128,541,892,588,724,635,556,684,401,744,282,804,163,933,,950,8v17,8,-74,224,-103,322c818,428,802,485,775,594,748,703,717,847,682,983v-35,136,-64,281,-118,427c510,1556,418,1719,360,1861v-58,142,-114,318,-144,401e" filled="f" strokecolor="#333">
                        <v:path arrowok="t" o:connecttype="custom" o:connectlocs="79,2543;22,2464;48,2279;312,1686;463,1288;588,724;744,282;950,8;847,330;775,594;682,983;564,1410;360,1861;216,2262" o:connectangles="0,0,0,0,0,0,0,0,0,0,0,0,0,0"/>
                      </v:shape>
                      <v:shape id="Freeform 506" o:spid="_x0000_s1031" style="position:absolute;left:4551;top:7112;width:965;height:2806;visibility:visible;mso-wrap-style:square;v-text-anchor:top" coordsize="965,2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" path="m,2530c34,2422,73,2300,132,2158v59,-142,160,-314,221,-482c414,1508,460,1283,497,1148v37,-135,39,-148,77,-284c612,728,682,474,725,332,768,190,794,,833,12v39,12,118,259,125,394c965,541,944,638,874,824v-70,186,-237,495,-334,698c443,1725,355,1898,290,2040v-65,142,-111,209,-139,336c123,2503,126,2717,120,2806e" filled="f" strokecolor="#333">
                        <v:path arrowok="t" o:connecttype="custom" o:connectlocs="0,2530;132,2158;353,1676;497,1148;574,864;725,332;833,12;958,406;874,824;540,1522;290,2040;151,2376;120,2806" o:connectangles="0,0,0,0,0,0,0,0,0,0,0,0,0"/>
                      </v:shape>
                      <v:shape id="Freeform 507" o:spid="_x0000_s1032" style="position:absolute;left:4222;top:4300;width:1074;height:5656;visibility:visible;mso-wrap-style:square;v-text-anchor:top" coordsize="1074,5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" path="m275,290c267,251,194,,233,56v39,56,166,318,276,570c619,878,805,1330,893,1568v88,238,115,308,144,486c1066,2232,1074,2491,1067,2636v-7,145,-24,186,-72,288c947,3026,845,3118,778,3249v-67,131,-127,271,-183,459c539,3896,510,4155,439,4375v-71,220,-201,490,-268,653c104,5191,66,5269,39,5352,12,5435,,5478,10,5529v10,51,71,101,89,127e" filled="f" strokecolor="#333">
                        <v:path arrowok="t" o:connecttype="custom" o:connectlocs="275,290;233,56;509,626;893,1568;1037,2054;1067,2636;995,2924;778,3249;595,3708;439,4375;171,5028;39,5352;10,5529;99,5656" o:connectangles="0,0,0,0,0,0,0,0,0,0,0,0,0,0"/>
                      </v:shape>
                      <v:shape id="Freeform 508" o:spid="_x0000_s1033" style="position:absolute;left:3831;top:3564;width:552;height:1080;visibility:visible;mso-wrap-style:square;v-text-anchor:top" coordsize="55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" path="m,c52,55,232,235,306,330v74,95,107,161,138,240c475,649,474,719,492,804v18,85,48,219,60,276e" filled="f" strokecolor="#333">
                        <v:path arrowok="t" o:connecttype="custom" o:connectlocs="0,0;306,330;444,570;492,804;552,1080" o:connectangles="0,0,0,0,0"/>
                      </v:shape>
                      <v:shape id="Freeform 509" o:spid="_x0000_s1034" style="position:absolute;left:4633;top:3493;width:484;height:595;visibility:visible;mso-wrap-style:square;v-text-anchor:top" coordsize="48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" path="m470,581v14,14,-38,-48,-65,-84c378,461,334,412,309,367,284,322,266,266,252,228,238,190,234,157,223,137v-11,-20,-5,-9,-39,-31c150,84,42,10,21,5,,,34,39,60,75v26,36,74,91,117,148c220,280,274,354,321,415v47,61,135,152,149,166xe" fillcolor="#ddd" stroked="f">
                        <v:path arrowok="t" o:connecttype="custom" o:connectlocs="470,581;405,497;309,367;252,228;223,137;184,106;21,5;60,75;177,223;321,415;470,581" o:connectangles="0,0,0,0,0,0,0,0,0,0,0"/>
                      </v:shape>
                      <v:shape id="Freeform 510" o:spid="_x0000_s1035" style="position:absolute;left:3662;top:4223;width:184;height:825;visibility:visible;mso-wrap-style:square;v-text-anchor:top" coordsize="184,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" path="m15,177v12,79,53,202,72,308c106,591,121,797,131,811v10,14,9,-147,16,-240c154,478,167,320,171,252v4,-68,13,-65,3,-87c164,143,136,146,109,120,82,94,30,,15,9,,18,3,98,15,177xe" fillcolor="#ddd" stroked="f">
                        <v:path arrowok="t" o:connecttype="custom" o:connectlocs="15,177;87,485;131,811;147,571;171,252;174,165;109,120;15,9;15,177" o:connectangles="0,0,0,0,0,0,0,0,0"/>
                      </v:shape>
                      <v:shape id="Freeform 511" o:spid="_x0000_s1036" style="position:absolute;left:6007;top:6258;width:154;height:102;visibility:visible;mso-wrap-style:square;v-text-anchor:top" coordsize="154,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" path="m146,102v-8,,-36,-44,-60,-60c62,26,,12,2,6,4,,76,,98,6v22,6,30,21,36,36c140,57,154,102,146,102xe" fillcolor="#ddd" stroked="f">
                        <v:path arrowok="t" o:connecttype="custom" o:connectlocs="146,102;86,42;2,6;98,6;134,42;146,102" o:connectangles="0,0,0,0,0,0"/>
                      </v:shape>
                      <v:shape id="Freeform 512" o:spid="_x0000_s1037" style="position:absolute;left:5642;top:6760;width:230;height:909;visibility:visible;mso-wrap-style:square;v-text-anchor:top" coordsize="230,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" path="m175,2v7,2,-18,171,-12,252c169,335,230,386,211,488,192,590,80,823,49,866,18,909,,808,25,746,50,684,178,557,199,494,220,431,164,410,151,368,138,326,119,302,121,242,123,182,168,,175,2xe" fillcolor="#ddd" stroked="f">
                        <v:path arrowok="t" o:connecttype="custom" o:connectlocs="175,2;163,254;211,488;49,866;25,746;199,494;151,368;121,242;175,2" o:connectangles="0,0,0,0,0,0,0,0,0"/>
                      </v:shape>
                      <v:shape id="Freeform 513" o:spid="_x0000_s1038" style="position:absolute;left:3735;top:3616;width:998;height:614;visibility:visible;mso-wrap-style:square;v-text-anchor:top" coordsize="998,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" path="m,614c29,524,57,436,144,350,231,264,381,158,523,100,665,42,899,21,998,e" filled="f">
                        <v:stroke dashstyle="1 1" endcap="round"/>
                        <v:path arrowok="t" o:connecttype="custom" o:connectlocs="0,614;144,350;523,100;998,0" o:connectangles="0,0,0,0"/>
                      </v:shape>
                      <v:shape id="Freeform 514" o:spid="_x0000_s1039" style="position:absolute;left:3915;top:3462;width:1673;height:6456;visibility:visible;mso-wrap-style:square;v-text-anchor:top" coordsize="1673,6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" path="m,c50,53,192,187,300,318,408,449,530,580,648,786v118,206,246,504,360,768c1122,1818,1253,2151,1332,2370v79,219,118,339,150,498c1514,3027,1514,3206,1524,3324v10,118,-6,130,18,252c1566,3698,1663,3899,1668,4056v5,157,-15,250,-96,462c1491,4730,1292,5101,1182,5328v-110,227,-213,416,-270,552c855,6016,854,6048,840,6144v-14,96,-10,247,-12,312e" filled="f" strokecolor="#333">
                        <v:path arrowok="t" o:connecttype="custom" o:connectlocs="0,0;300,318;648,786;1008,1554;1332,2370;1482,2868;1524,3324;1542,3576;1668,4056;1572,4518;1182,5328;912,5880;840,6144;828,6456" o:connectangles="0,0,0,0,0,0,0,0,0,0,0,0,0,0"/>
                      </v:shape>
                      <v:shape id="Freeform 515" o:spid="_x0000_s1040" style="position:absolute;left:5065;top:10808;width:232;height:138;visibility:visible;mso-wrap-style:square;v-text-anchor:top" coordsize="232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" path="m232,130v-12,,-45,8,-74,c129,122,83,101,57,79,31,57,12,16,,e" filled="f" strokecolor="gray">
                        <v:path arrowok="t" o:connecttype="custom" o:connectlocs="232,130;158,130;57,79;0,0" o:connectangles="0,0,0,0"/>
                      </v:shape>
                      <v:shape id="Freeform 516" o:spid="_x0000_s1041" style="position:absolute;left:4008;top:10247;width:567;height:562;visibility:visible;mso-wrap-style:square;v-text-anchor:top" coordsize="567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" path="m555,559v12,-3,-38,-81,-60,-132c473,376,455,304,423,253,391,202,357,155,303,121,249,87,148,69,99,49,50,29,18,2,9,1,,,23,27,45,43v22,16,64,29,96,54c173,122,207,158,237,193v30,35,53,72,84,114c352,349,384,406,423,445v39,39,120,117,132,114xe" fillcolor="#ddd" stroked="f">
                        <v:path arrowok="t" o:connecttype="custom" o:connectlocs="555,559;495,427;423,253;303,121;99,49;9,1;45,43;141,97;237,193;321,307;423,445;555,559" o:connectangles="0,0,0,0,0,0,0,0,0,0,0,0"/>
                      </v:shape>
                      <v:shape id="Freeform 517" o:spid="_x0000_s1042" style="position:absolute;left:5234;top:10939;width:99;height:52;visibility:visible;mso-wrap-style:square;v-text-anchor:top" coordsize="99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" path="m71,1c84,,89,10,92,18v3,8,7,24,,29c85,52,63,49,49,49,35,49,12,51,6,47,,43,2,29,13,23,24,17,58,2,71,1xe" fillcolor="silver" strokecolor="gray">
                        <v:path arrowok="t" o:connecttype="custom" o:connectlocs="71,1;92,18;92,47;49,49;6,47;13,23;71,1" o:connectangles="0,0,0,0,0,0,0"/>
                      </v:shape>
                      <v:shape id="Freeform 518" o:spid="_x0000_s1043" style="position:absolute;left:3627;top:3397;width:2601;height:7735;visibility:visible;mso-wrap-style:square;v-text-anchor:top" coordsize="2601,7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" path="m,1277v73,188,150,374,228,504c306,1911,372,1935,470,2059v98,124,250,342,346,466c912,2649,978,2697,1044,2801v66,104,121,244,168,348c1259,3253,1333,3336,1325,3425v-8,89,-93,147,-161,259c1096,3796,969,3967,914,4097v-55,130,-62,240,-81,365c814,4587,828,4683,799,4846v-29,163,-98,418,-139,595c619,5618,604,5779,554,5907v-50,128,-130,222,-194,302c296,6289,204,6327,168,6389v-36,62,-48,124,-24,192c168,6649,260,6741,312,6797v52,56,100,85,144,120c500,6952,519,6943,576,7007v57,64,162,222,222,294c858,7373,889,7384,938,7438v49,54,96,142,154,187c1150,7670,1228,7697,1284,7709v56,12,106,-16,144,-12c1466,7701,1468,7731,1512,7733v44,2,139,-3,180,-24c1733,7688,1766,7639,1758,7607v-8,-32,-77,-67,-114,-90c1607,7494,1570,7488,1534,7469v-36,-19,-70,-21,-106,-67c1392,7356,1354,7289,1320,7193v-34,-96,-70,-263,-96,-366c1198,6724,1160,6696,1164,6575v4,-121,32,-305,84,-474c1300,5932,1384,5753,1476,5561v92,-192,218,-380,324,-612c1906,4717,2036,4351,2112,4169v76,-182,78,-190,144,-312c2322,3735,2451,3555,2508,3437v57,-118,87,-200,90,-288c2601,3061,2563,3031,2526,2909v-37,-122,-94,-326,-150,-492c2320,2251,2269,2091,2191,1913v-78,-178,-184,-386,-283,-564c1809,1171,1665,954,1596,845,1527,736,1517,746,1493,694v-24,-52,-25,-100,-41,-161c1436,472,1413,416,1399,327,1385,238,1373,68,1366,e" filled="f" strokecolor="gray" strokeweight="1pt">
                        <v:path arrowok="t" o:connecttype="custom" o:connectlocs="0,1277;228,1781;470,2059;816,2525;1044,2801;1212,3149;1325,3425;1164,3684;914,4097;833,4462;799,4846;660,5441;554,5907;360,6209;168,6389;144,6581;312,6797;456,6917;576,7007;798,7301;938,7438;1092,7625;1284,7709;1428,7697;1512,7733;1692,7709;1758,7607;1644,7517;1534,7469;1428,7402;1320,7193;1224,6827;1164,6575;1248,6101;1476,5561;1800,4949;2112,4169;2256,3857;2508,3437;2598,3149;2526,2909;2376,2417;2191,1913;1908,1349;1596,845;1493,694;1452,533;1399,327;1366,0" o:connectangles="0,0,0,0,0,0,0,0,0,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Pr="005A7201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page">
                        <wp:posOffset>4034790</wp:posOffset>
                      </wp:positionH>
                      <wp:positionV relativeFrom="page">
                        <wp:posOffset>41910</wp:posOffset>
                      </wp:positionV>
                      <wp:extent cx="1087120" cy="4745355"/>
                      <wp:effectExtent l="13335" t="6350" r="13970" b="10795"/>
                      <wp:wrapNone/>
                      <wp:docPr id="19" name="Group 5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87120" cy="4745355"/>
                                <a:chOff x="4685" y="3276"/>
                                <a:chExt cx="1712" cy="7473"/>
                              </a:xfrm>
                            </wpg:grpSpPr>
                            <wps:wsp>
                              <wps:cNvPr id="20" name="Freeform 5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85" y="3276"/>
                                  <a:ext cx="1712" cy="7473"/>
                                </a:xfrm>
                                <a:custGeom>
                                  <a:avLst/>
                                  <a:gdLst>
                                    <a:gd name="T0" fmla="*/ 1644 w 1712"/>
                                    <a:gd name="T1" fmla="*/ 806 h 7473"/>
                                    <a:gd name="T2" fmla="*/ 1687 w 1712"/>
                                    <a:gd name="T3" fmla="*/ 996 h 7473"/>
                                    <a:gd name="T4" fmla="*/ 1706 w 1712"/>
                                    <a:gd name="T5" fmla="*/ 1258 h 7473"/>
                                    <a:gd name="T6" fmla="*/ 1651 w 1712"/>
                                    <a:gd name="T7" fmla="*/ 1908 h 7473"/>
                                    <a:gd name="T8" fmla="*/ 1627 w 1712"/>
                                    <a:gd name="T9" fmla="*/ 2724 h 7473"/>
                                    <a:gd name="T10" fmla="*/ 1632 w 1712"/>
                                    <a:gd name="T11" fmla="*/ 3252 h 7473"/>
                                    <a:gd name="T12" fmla="*/ 1553 w 1712"/>
                                    <a:gd name="T13" fmla="*/ 3655 h 7473"/>
                                    <a:gd name="T14" fmla="*/ 1466 w 1712"/>
                                    <a:gd name="T15" fmla="*/ 4090 h 7473"/>
                                    <a:gd name="T16" fmla="*/ 1459 w 1712"/>
                                    <a:gd name="T17" fmla="*/ 4416 h 7473"/>
                                    <a:gd name="T18" fmla="*/ 1445 w 1712"/>
                                    <a:gd name="T19" fmla="*/ 4908 h 7473"/>
                                    <a:gd name="T20" fmla="*/ 1279 w 1712"/>
                                    <a:gd name="T21" fmla="*/ 6180 h 7473"/>
                                    <a:gd name="T22" fmla="*/ 1241 w 1712"/>
                                    <a:gd name="T23" fmla="*/ 6454 h 7473"/>
                                    <a:gd name="T24" fmla="*/ 1274 w 1712"/>
                                    <a:gd name="T25" fmla="*/ 6595 h 7473"/>
                                    <a:gd name="T26" fmla="*/ 1241 w 1712"/>
                                    <a:gd name="T27" fmla="*/ 6739 h 7473"/>
                                    <a:gd name="T28" fmla="*/ 1238 w 1712"/>
                                    <a:gd name="T29" fmla="*/ 7063 h 7473"/>
                                    <a:gd name="T30" fmla="*/ 1089 w 1712"/>
                                    <a:gd name="T31" fmla="*/ 7430 h 7473"/>
                                    <a:gd name="T32" fmla="*/ 734 w 1712"/>
                                    <a:gd name="T33" fmla="*/ 7322 h 7473"/>
                                    <a:gd name="T34" fmla="*/ 581 w 1712"/>
                                    <a:gd name="T35" fmla="*/ 7051 h 7473"/>
                                    <a:gd name="T36" fmla="*/ 444 w 1712"/>
                                    <a:gd name="T37" fmla="*/ 6864 h 7473"/>
                                    <a:gd name="T38" fmla="*/ 403 w 1712"/>
                                    <a:gd name="T39" fmla="*/ 6643 h 7473"/>
                                    <a:gd name="T40" fmla="*/ 405 w 1712"/>
                                    <a:gd name="T41" fmla="*/ 6622 h 7473"/>
                                    <a:gd name="T42" fmla="*/ 393 w 1712"/>
                                    <a:gd name="T43" fmla="*/ 6583 h 7473"/>
                                    <a:gd name="T44" fmla="*/ 413 w 1712"/>
                                    <a:gd name="T45" fmla="*/ 6552 h 7473"/>
                                    <a:gd name="T46" fmla="*/ 449 w 1712"/>
                                    <a:gd name="T47" fmla="*/ 6533 h 7473"/>
                                    <a:gd name="T48" fmla="*/ 475 w 1712"/>
                                    <a:gd name="T49" fmla="*/ 6492 h 7473"/>
                                    <a:gd name="T50" fmla="*/ 501 w 1712"/>
                                    <a:gd name="T51" fmla="*/ 6475 h 7473"/>
                                    <a:gd name="T52" fmla="*/ 540 w 1712"/>
                                    <a:gd name="T53" fmla="*/ 6470 h 7473"/>
                                    <a:gd name="T54" fmla="*/ 566 w 1712"/>
                                    <a:gd name="T55" fmla="*/ 6432 h 7473"/>
                                    <a:gd name="T56" fmla="*/ 607 w 1712"/>
                                    <a:gd name="T57" fmla="*/ 6410 h 7473"/>
                                    <a:gd name="T58" fmla="*/ 638 w 1712"/>
                                    <a:gd name="T59" fmla="*/ 6410 h 7473"/>
                                    <a:gd name="T60" fmla="*/ 657 w 1712"/>
                                    <a:gd name="T61" fmla="*/ 6372 h 7473"/>
                                    <a:gd name="T62" fmla="*/ 691 w 1712"/>
                                    <a:gd name="T63" fmla="*/ 6350 h 7473"/>
                                    <a:gd name="T64" fmla="*/ 684 w 1712"/>
                                    <a:gd name="T65" fmla="*/ 6295 h 7473"/>
                                    <a:gd name="T66" fmla="*/ 619 w 1712"/>
                                    <a:gd name="T67" fmla="*/ 6038 h 7473"/>
                                    <a:gd name="T68" fmla="*/ 456 w 1712"/>
                                    <a:gd name="T69" fmla="*/ 5369 h 7473"/>
                                    <a:gd name="T70" fmla="*/ 348 w 1712"/>
                                    <a:gd name="T71" fmla="*/ 4546 h 7473"/>
                                    <a:gd name="T72" fmla="*/ 446 w 1712"/>
                                    <a:gd name="T73" fmla="*/ 3696 h 7473"/>
                                    <a:gd name="T74" fmla="*/ 391 w 1712"/>
                                    <a:gd name="T75" fmla="*/ 2712 h 7473"/>
                                    <a:gd name="T76" fmla="*/ 139 w 1712"/>
                                    <a:gd name="T77" fmla="*/ 1668 h 7473"/>
                                    <a:gd name="T78" fmla="*/ 36 w 1712"/>
                                    <a:gd name="T79" fmla="*/ 1090 h 7473"/>
                                    <a:gd name="T80" fmla="*/ 7 w 1712"/>
                                    <a:gd name="T81" fmla="*/ 660 h 7473"/>
                                    <a:gd name="T82" fmla="*/ 79 w 1712"/>
                                    <a:gd name="T83" fmla="*/ 0 h 74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</a:cxnLst>
                                  <a:rect l="0" t="0" r="r" b="b"/>
                                  <a:pathLst>
                                    <a:path w="1712" h="7473">
                                      <a:moveTo>
                                        <a:pt x="1644" y="806"/>
                                      </a:moveTo>
                                      <a:cubicBezTo>
                                        <a:pt x="1652" y="838"/>
                                        <a:pt x="1677" y="921"/>
                                        <a:pt x="1687" y="996"/>
                                      </a:cubicBezTo>
                                      <a:cubicBezTo>
                                        <a:pt x="1697" y="1071"/>
                                        <a:pt x="1712" y="1106"/>
                                        <a:pt x="1706" y="1258"/>
                                      </a:cubicBezTo>
                                      <a:cubicBezTo>
                                        <a:pt x="1700" y="1410"/>
                                        <a:pt x="1664" y="1664"/>
                                        <a:pt x="1651" y="1908"/>
                                      </a:cubicBezTo>
                                      <a:cubicBezTo>
                                        <a:pt x="1638" y="2152"/>
                                        <a:pt x="1630" y="2500"/>
                                        <a:pt x="1627" y="2724"/>
                                      </a:cubicBezTo>
                                      <a:cubicBezTo>
                                        <a:pt x="1624" y="2948"/>
                                        <a:pt x="1644" y="3097"/>
                                        <a:pt x="1632" y="3252"/>
                                      </a:cubicBezTo>
                                      <a:cubicBezTo>
                                        <a:pt x="1620" y="3407"/>
                                        <a:pt x="1581" y="3515"/>
                                        <a:pt x="1553" y="3655"/>
                                      </a:cubicBezTo>
                                      <a:cubicBezTo>
                                        <a:pt x="1525" y="3795"/>
                                        <a:pt x="1482" y="3963"/>
                                        <a:pt x="1466" y="4090"/>
                                      </a:cubicBezTo>
                                      <a:cubicBezTo>
                                        <a:pt x="1450" y="4217"/>
                                        <a:pt x="1463" y="4280"/>
                                        <a:pt x="1459" y="4416"/>
                                      </a:cubicBezTo>
                                      <a:cubicBezTo>
                                        <a:pt x="1455" y="4552"/>
                                        <a:pt x="1475" y="4614"/>
                                        <a:pt x="1445" y="4908"/>
                                      </a:cubicBezTo>
                                      <a:cubicBezTo>
                                        <a:pt x="1415" y="5202"/>
                                        <a:pt x="1313" y="5922"/>
                                        <a:pt x="1279" y="6180"/>
                                      </a:cubicBezTo>
                                      <a:cubicBezTo>
                                        <a:pt x="1245" y="6438"/>
                                        <a:pt x="1242" y="6385"/>
                                        <a:pt x="1241" y="6454"/>
                                      </a:cubicBezTo>
                                      <a:cubicBezTo>
                                        <a:pt x="1240" y="6523"/>
                                        <a:pt x="1274" y="6548"/>
                                        <a:pt x="1274" y="6595"/>
                                      </a:cubicBezTo>
                                      <a:cubicBezTo>
                                        <a:pt x="1274" y="6642"/>
                                        <a:pt x="1247" y="6661"/>
                                        <a:pt x="1241" y="6739"/>
                                      </a:cubicBezTo>
                                      <a:cubicBezTo>
                                        <a:pt x="1235" y="6817"/>
                                        <a:pt x="1263" y="6948"/>
                                        <a:pt x="1238" y="7063"/>
                                      </a:cubicBezTo>
                                      <a:cubicBezTo>
                                        <a:pt x="1213" y="7178"/>
                                        <a:pt x="1173" y="7387"/>
                                        <a:pt x="1089" y="7430"/>
                                      </a:cubicBezTo>
                                      <a:cubicBezTo>
                                        <a:pt x="1005" y="7473"/>
                                        <a:pt x="819" y="7385"/>
                                        <a:pt x="734" y="7322"/>
                                      </a:cubicBezTo>
                                      <a:cubicBezTo>
                                        <a:pt x="649" y="7259"/>
                                        <a:pt x="629" y="7127"/>
                                        <a:pt x="581" y="7051"/>
                                      </a:cubicBezTo>
                                      <a:cubicBezTo>
                                        <a:pt x="533" y="6975"/>
                                        <a:pt x="474" y="6932"/>
                                        <a:pt x="444" y="6864"/>
                                      </a:cubicBezTo>
                                      <a:cubicBezTo>
                                        <a:pt x="414" y="6796"/>
                                        <a:pt x="409" y="6683"/>
                                        <a:pt x="403" y="6643"/>
                                      </a:cubicBezTo>
                                      <a:cubicBezTo>
                                        <a:pt x="397" y="6603"/>
                                        <a:pt x="407" y="6632"/>
                                        <a:pt x="405" y="6622"/>
                                      </a:cubicBezTo>
                                      <a:cubicBezTo>
                                        <a:pt x="403" y="6612"/>
                                        <a:pt x="392" y="6595"/>
                                        <a:pt x="393" y="6583"/>
                                      </a:cubicBezTo>
                                      <a:cubicBezTo>
                                        <a:pt x="394" y="6571"/>
                                        <a:pt x="404" y="6560"/>
                                        <a:pt x="413" y="6552"/>
                                      </a:cubicBezTo>
                                      <a:cubicBezTo>
                                        <a:pt x="422" y="6544"/>
                                        <a:pt x="439" y="6543"/>
                                        <a:pt x="449" y="6533"/>
                                      </a:cubicBezTo>
                                      <a:cubicBezTo>
                                        <a:pt x="459" y="6523"/>
                                        <a:pt x="466" y="6502"/>
                                        <a:pt x="475" y="6492"/>
                                      </a:cubicBezTo>
                                      <a:cubicBezTo>
                                        <a:pt x="484" y="6482"/>
                                        <a:pt x="490" y="6479"/>
                                        <a:pt x="501" y="6475"/>
                                      </a:cubicBezTo>
                                      <a:cubicBezTo>
                                        <a:pt x="512" y="6471"/>
                                        <a:pt x="529" y="6477"/>
                                        <a:pt x="540" y="6470"/>
                                      </a:cubicBezTo>
                                      <a:cubicBezTo>
                                        <a:pt x="551" y="6463"/>
                                        <a:pt x="555" y="6442"/>
                                        <a:pt x="566" y="6432"/>
                                      </a:cubicBezTo>
                                      <a:cubicBezTo>
                                        <a:pt x="577" y="6422"/>
                                        <a:pt x="595" y="6414"/>
                                        <a:pt x="607" y="6410"/>
                                      </a:cubicBezTo>
                                      <a:cubicBezTo>
                                        <a:pt x="619" y="6406"/>
                                        <a:pt x="630" y="6416"/>
                                        <a:pt x="638" y="6410"/>
                                      </a:cubicBezTo>
                                      <a:cubicBezTo>
                                        <a:pt x="646" y="6404"/>
                                        <a:pt x="648" y="6382"/>
                                        <a:pt x="657" y="6372"/>
                                      </a:cubicBezTo>
                                      <a:cubicBezTo>
                                        <a:pt x="666" y="6362"/>
                                        <a:pt x="687" y="6363"/>
                                        <a:pt x="691" y="6350"/>
                                      </a:cubicBezTo>
                                      <a:cubicBezTo>
                                        <a:pt x="695" y="6337"/>
                                        <a:pt x="696" y="6347"/>
                                        <a:pt x="684" y="6295"/>
                                      </a:cubicBezTo>
                                      <a:cubicBezTo>
                                        <a:pt x="672" y="6243"/>
                                        <a:pt x="657" y="6192"/>
                                        <a:pt x="619" y="6038"/>
                                      </a:cubicBezTo>
                                      <a:cubicBezTo>
                                        <a:pt x="581" y="5884"/>
                                        <a:pt x="501" y="5618"/>
                                        <a:pt x="456" y="5369"/>
                                      </a:cubicBezTo>
                                      <a:cubicBezTo>
                                        <a:pt x="411" y="5120"/>
                                        <a:pt x="350" y="4825"/>
                                        <a:pt x="348" y="4546"/>
                                      </a:cubicBezTo>
                                      <a:cubicBezTo>
                                        <a:pt x="346" y="4267"/>
                                        <a:pt x="439" y="4002"/>
                                        <a:pt x="446" y="3696"/>
                                      </a:cubicBezTo>
                                      <a:cubicBezTo>
                                        <a:pt x="453" y="3390"/>
                                        <a:pt x="442" y="3050"/>
                                        <a:pt x="391" y="2712"/>
                                      </a:cubicBezTo>
                                      <a:cubicBezTo>
                                        <a:pt x="340" y="2374"/>
                                        <a:pt x="198" y="1938"/>
                                        <a:pt x="139" y="1668"/>
                                      </a:cubicBezTo>
                                      <a:cubicBezTo>
                                        <a:pt x="80" y="1398"/>
                                        <a:pt x="58" y="1258"/>
                                        <a:pt x="36" y="1090"/>
                                      </a:cubicBezTo>
                                      <a:cubicBezTo>
                                        <a:pt x="14" y="922"/>
                                        <a:pt x="0" y="842"/>
                                        <a:pt x="7" y="660"/>
                                      </a:cubicBezTo>
                                      <a:cubicBezTo>
                                        <a:pt x="14" y="478"/>
                                        <a:pt x="46" y="239"/>
                                        <a:pt x="79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5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0" y="9201"/>
                                  <a:ext cx="285" cy="948"/>
                                </a:xfrm>
                                <a:custGeom>
                                  <a:avLst/>
                                  <a:gdLst>
                                    <a:gd name="T0" fmla="*/ 8 w 285"/>
                                    <a:gd name="T1" fmla="*/ 20 h 948"/>
                                    <a:gd name="T2" fmla="*/ 124 w 285"/>
                                    <a:gd name="T3" fmla="*/ 267 h 948"/>
                                    <a:gd name="T4" fmla="*/ 253 w 285"/>
                                    <a:gd name="T5" fmla="*/ 579 h 948"/>
                                    <a:gd name="T6" fmla="*/ 280 w 285"/>
                                    <a:gd name="T7" fmla="*/ 718 h 948"/>
                                    <a:gd name="T8" fmla="*/ 224 w 285"/>
                                    <a:gd name="T9" fmla="*/ 833 h 948"/>
                                    <a:gd name="T10" fmla="*/ 97 w 285"/>
                                    <a:gd name="T11" fmla="*/ 944 h 948"/>
                                    <a:gd name="T12" fmla="*/ 143 w 285"/>
                                    <a:gd name="T13" fmla="*/ 855 h 948"/>
                                    <a:gd name="T14" fmla="*/ 248 w 285"/>
                                    <a:gd name="T15" fmla="*/ 728 h 948"/>
                                    <a:gd name="T16" fmla="*/ 188 w 285"/>
                                    <a:gd name="T17" fmla="*/ 581 h 948"/>
                                    <a:gd name="T18" fmla="*/ 107 w 285"/>
                                    <a:gd name="T19" fmla="*/ 490 h 948"/>
                                    <a:gd name="T20" fmla="*/ 73 w 285"/>
                                    <a:gd name="T21" fmla="*/ 385 h 948"/>
                                    <a:gd name="T22" fmla="*/ 8 w 285"/>
                                    <a:gd name="T23" fmla="*/ 20 h 9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285" h="948">
                                      <a:moveTo>
                                        <a:pt x="8" y="20"/>
                                      </a:moveTo>
                                      <a:cubicBezTo>
                                        <a:pt x="16" y="0"/>
                                        <a:pt x="83" y="174"/>
                                        <a:pt x="124" y="267"/>
                                      </a:cubicBezTo>
                                      <a:cubicBezTo>
                                        <a:pt x="165" y="360"/>
                                        <a:pt x="227" y="504"/>
                                        <a:pt x="253" y="579"/>
                                      </a:cubicBezTo>
                                      <a:cubicBezTo>
                                        <a:pt x="279" y="654"/>
                                        <a:pt x="285" y="676"/>
                                        <a:pt x="280" y="718"/>
                                      </a:cubicBezTo>
                                      <a:cubicBezTo>
                                        <a:pt x="275" y="760"/>
                                        <a:pt x="255" y="795"/>
                                        <a:pt x="224" y="833"/>
                                      </a:cubicBezTo>
                                      <a:cubicBezTo>
                                        <a:pt x="193" y="871"/>
                                        <a:pt x="110" y="940"/>
                                        <a:pt x="97" y="944"/>
                                      </a:cubicBezTo>
                                      <a:cubicBezTo>
                                        <a:pt x="84" y="948"/>
                                        <a:pt x="118" y="891"/>
                                        <a:pt x="143" y="855"/>
                                      </a:cubicBezTo>
                                      <a:cubicBezTo>
                                        <a:pt x="168" y="819"/>
                                        <a:pt x="241" y="774"/>
                                        <a:pt x="248" y="728"/>
                                      </a:cubicBezTo>
                                      <a:cubicBezTo>
                                        <a:pt x="255" y="682"/>
                                        <a:pt x="212" y="621"/>
                                        <a:pt x="188" y="581"/>
                                      </a:cubicBezTo>
                                      <a:cubicBezTo>
                                        <a:pt x="164" y="541"/>
                                        <a:pt x="126" y="523"/>
                                        <a:pt x="107" y="490"/>
                                      </a:cubicBezTo>
                                      <a:cubicBezTo>
                                        <a:pt x="88" y="457"/>
                                        <a:pt x="91" y="464"/>
                                        <a:pt x="73" y="385"/>
                                      </a:cubicBezTo>
                                      <a:cubicBezTo>
                                        <a:pt x="55" y="306"/>
                                        <a:pt x="0" y="40"/>
                                        <a:pt x="8" y="2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5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53" y="9741"/>
                                  <a:ext cx="58" cy="423"/>
                                </a:xfrm>
                                <a:custGeom>
                                  <a:avLst/>
                                  <a:gdLst>
                                    <a:gd name="T0" fmla="*/ 51 w 58"/>
                                    <a:gd name="T1" fmla="*/ 5 h 423"/>
                                    <a:gd name="T2" fmla="*/ 25 w 58"/>
                                    <a:gd name="T3" fmla="*/ 161 h 423"/>
                                    <a:gd name="T4" fmla="*/ 1 w 58"/>
                                    <a:gd name="T5" fmla="*/ 401 h 423"/>
                                    <a:gd name="T6" fmla="*/ 32 w 58"/>
                                    <a:gd name="T7" fmla="*/ 291 h 423"/>
                                    <a:gd name="T8" fmla="*/ 56 w 58"/>
                                    <a:gd name="T9" fmla="*/ 190 h 423"/>
                                    <a:gd name="T10" fmla="*/ 44 w 58"/>
                                    <a:gd name="T11" fmla="*/ 128 h 423"/>
                                    <a:gd name="T12" fmla="*/ 51 w 58"/>
                                    <a:gd name="T13" fmla="*/ 5 h 4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8" h="423">
                                      <a:moveTo>
                                        <a:pt x="51" y="5"/>
                                      </a:moveTo>
                                      <a:cubicBezTo>
                                        <a:pt x="48" y="10"/>
                                        <a:pt x="33" y="95"/>
                                        <a:pt x="25" y="161"/>
                                      </a:cubicBezTo>
                                      <a:cubicBezTo>
                                        <a:pt x="17" y="227"/>
                                        <a:pt x="0" y="379"/>
                                        <a:pt x="1" y="401"/>
                                      </a:cubicBezTo>
                                      <a:cubicBezTo>
                                        <a:pt x="2" y="423"/>
                                        <a:pt x="23" y="326"/>
                                        <a:pt x="32" y="291"/>
                                      </a:cubicBezTo>
                                      <a:cubicBezTo>
                                        <a:pt x="41" y="256"/>
                                        <a:pt x="54" y="217"/>
                                        <a:pt x="56" y="190"/>
                                      </a:cubicBezTo>
                                      <a:cubicBezTo>
                                        <a:pt x="58" y="163"/>
                                        <a:pt x="44" y="157"/>
                                        <a:pt x="44" y="128"/>
                                      </a:cubicBezTo>
                                      <a:cubicBezTo>
                                        <a:pt x="44" y="99"/>
                                        <a:pt x="54" y="0"/>
                                        <a:pt x="5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5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138" y="9809"/>
                                  <a:ext cx="39" cy="19"/>
                                </a:xfrm>
                                <a:custGeom>
                                  <a:avLst/>
                                  <a:gdLst>
                                    <a:gd name="T0" fmla="*/ 0 w 39"/>
                                    <a:gd name="T1" fmla="*/ 0 h 19"/>
                                    <a:gd name="T2" fmla="*/ 27 w 39"/>
                                    <a:gd name="T3" fmla="*/ 7 h 19"/>
                                    <a:gd name="T4" fmla="*/ 39 w 39"/>
                                    <a:gd name="T5" fmla="*/ 19 h 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39" h="19">
                                      <a:moveTo>
                                        <a:pt x="0" y="0"/>
                                      </a:moveTo>
                                      <a:cubicBezTo>
                                        <a:pt x="10" y="2"/>
                                        <a:pt x="21" y="4"/>
                                        <a:pt x="27" y="7"/>
                                      </a:cubicBezTo>
                                      <a:cubicBezTo>
                                        <a:pt x="33" y="10"/>
                                        <a:pt x="36" y="14"/>
                                        <a:pt x="39" y="1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5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22" y="9751"/>
                                  <a:ext cx="34" cy="12"/>
                                </a:xfrm>
                                <a:custGeom>
                                  <a:avLst/>
                                  <a:gdLst>
                                    <a:gd name="T0" fmla="*/ 0 w 34"/>
                                    <a:gd name="T1" fmla="*/ 0 h 12"/>
                                    <a:gd name="T2" fmla="*/ 34 w 34"/>
                                    <a:gd name="T3" fmla="*/ 12 h 1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4" h="12">
                                      <a:moveTo>
                                        <a:pt x="0" y="0"/>
                                      </a:moveTo>
                                      <a:cubicBezTo>
                                        <a:pt x="14" y="4"/>
                                        <a:pt x="28" y="8"/>
                                        <a:pt x="34" y="1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5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6" y="9691"/>
                                  <a:ext cx="36" cy="15"/>
                                </a:xfrm>
                                <a:custGeom>
                                  <a:avLst/>
                                  <a:gdLst>
                                    <a:gd name="T0" fmla="*/ 0 w 36"/>
                                    <a:gd name="T1" fmla="*/ 0 h 15"/>
                                    <a:gd name="T2" fmla="*/ 36 w 36"/>
                                    <a:gd name="T3" fmla="*/ 15 h 1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6" h="15">
                                      <a:moveTo>
                                        <a:pt x="0" y="0"/>
                                      </a:moveTo>
                                      <a:cubicBezTo>
                                        <a:pt x="0" y="0"/>
                                        <a:pt x="18" y="7"/>
                                        <a:pt x="36" y="1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5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60" y="3992"/>
                                  <a:ext cx="941" cy="250"/>
                                </a:xfrm>
                                <a:custGeom>
                                  <a:avLst/>
                                  <a:gdLst>
                                    <a:gd name="T0" fmla="*/ 0 w 941"/>
                                    <a:gd name="T1" fmla="*/ 136 h 250"/>
                                    <a:gd name="T2" fmla="*/ 381 w 941"/>
                                    <a:gd name="T3" fmla="*/ 203 h 250"/>
                                    <a:gd name="T4" fmla="*/ 614 w 941"/>
                                    <a:gd name="T5" fmla="*/ 201 h 250"/>
                                    <a:gd name="T6" fmla="*/ 844 w 941"/>
                                    <a:gd name="T7" fmla="*/ 81 h 250"/>
                                    <a:gd name="T8" fmla="*/ 935 w 941"/>
                                    <a:gd name="T9" fmla="*/ 4 h 250"/>
                                    <a:gd name="T10" fmla="*/ 880 w 941"/>
                                    <a:gd name="T11" fmla="*/ 107 h 250"/>
                                    <a:gd name="T12" fmla="*/ 717 w 941"/>
                                    <a:gd name="T13" fmla="*/ 203 h 250"/>
                                    <a:gd name="T14" fmla="*/ 570 w 941"/>
                                    <a:gd name="T15" fmla="*/ 246 h 250"/>
                                    <a:gd name="T16" fmla="*/ 350 w 941"/>
                                    <a:gd name="T17" fmla="*/ 225 h 250"/>
                                    <a:gd name="T18" fmla="*/ 0 w 941"/>
                                    <a:gd name="T19" fmla="*/ 136 h 2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941" h="250">
                                      <a:moveTo>
                                        <a:pt x="0" y="136"/>
                                      </a:moveTo>
                                      <a:cubicBezTo>
                                        <a:pt x="3" y="133"/>
                                        <a:pt x="279" y="192"/>
                                        <a:pt x="381" y="203"/>
                                      </a:cubicBezTo>
                                      <a:cubicBezTo>
                                        <a:pt x="483" y="214"/>
                                        <a:pt x="537" y="221"/>
                                        <a:pt x="614" y="201"/>
                                      </a:cubicBezTo>
                                      <a:cubicBezTo>
                                        <a:pt x="691" y="181"/>
                                        <a:pt x="790" y="114"/>
                                        <a:pt x="844" y="81"/>
                                      </a:cubicBezTo>
                                      <a:cubicBezTo>
                                        <a:pt x="898" y="48"/>
                                        <a:pt x="929" y="0"/>
                                        <a:pt x="935" y="4"/>
                                      </a:cubicBezTo>
                                      <a:cubicBezTo>
                                        <a:pt x="941" y="8"/>
                                        <a:pt x="916" y="74"/>
                                        <a:pt x="880" y="107"/>
                                      </a:cubicBezTo>
                                      <a:cubicBezTo>
                                        <a:pt x="844" y="140"/>
                                        <a:pt x="769" y="180"/>
                                        <a:pt x="717" y="203"/>
                                      </a:cubicBezTo>
                                      <a:cubicBezTo>
                                        <a:pt x="665" y="226"/>
                                        <a:pt x="631" y="242"/>
                                        <a:pt x="570" y="246"/>
                                      </a:cubicBezTo>
                                      <a:cubicBezTo>
                                        <a:pt x="509" y="250"/>
                                        <a:pt x="445" y="243"/>
                                        <a:pt x="350" y="225"/>
                                      </a:cubicBezTo>
                                      <a:cubicBezTo>
                                        <a:pt x="255" y="207"/>
                                        <a:pt x="73" y="155"/>
                                        <a:pt x="0" y="13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5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76" y="6256"/>
                                  <a:ext cx="661" cy="639"/>
                                </a:xfrm>
                                <a:custGeom>
                                  <a:avLst/>
                                  <a:gdLst>
                                    <a:gd name="T0" fmla="*/ 564 w 661"/>
                                    <a:gd name="T1" fmla="*/ 272 h 639"/>
                                    <a:gd name="T2" fmla="*/ 604 w 661"/>
                                    <a:gd name="T3" fmla="*/ 488 h 639"/>
                                    <a:gd name="T4" fmla="*/ 580 w 661"/>
                                    <a:gd name="T5" fmla="*/ 592 h 639"/>
                                    <a:gd name="T6" fmla="*/ 348 w 661"/>
                                    <a:gd name="T7" fmla="*/ 544 h 639"/>
                                    <a:gd name="T8" fmla="*/ 164 w 661"/>
                                    <a:gd name="T9" fmla="*/ 520 h 639"/>
                                    <a:gd name="T10" fmla="*/ 132 w 661"/>
                                    <a:gd name="T11" fmla="*/ 392 h 639"/>
                                    <a:gd name="T12" fmla="*/ 148 w 661"/>
                                    <a:gd name="T13" fmla="*/ 16 h 639"/>
                                    <a:gd name="T14" fmla="*/ 36 w 661"/>
                                    <a:gd name="T15" fmla="*/ 296 h 639"/>
                                    <a:gd name="T16" fmla="*/ 36 w 661"/>
                                    <a:gd name="T17" fmla="*/ 528 h 639"/>
                                    <a:gd name="T18" fmla="*/ 252 w 661"/>
                                    <a:gd name="T19" fmla="*/ 560 h 639"/>
                                    <a:gd name="T20" fmla="*/ 524 w 661"/>
                                    <a:gd name="T21" fmla="*/ 624 h 639"/>
                                    <a:gd name="T22" fmla="*/ 652 w 661"/>
                                    <a:gd name="T23" fmla="*/ 576 h 639"/>
                                    <a:gd name="T24" fmla="*/ 564 w 661"/>
                                    <a:gd name="T25" fmla="*/ 272 h 6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61" h="639">
                                      <a:moveTo>
                                        <a:pt x="564" y="272"/>
                                      </a:moveTo>
                                      <a:cubicBezTo>
                                        <a:pt x="556" y="257"/>
                                        <a:pt x="601" y="435"/>
                                        <a:pt x="604" y="488"/>
                                      </a:cubicBezTo>
                                      <a:cubicBezTo>
                                        <a:pt x="607" y="541"/>
                                        <a:pt x="623" y="583"/>
                                        <a:pt x="580" y="592"/>
                                      </a:cubicBezTo>
                                      <a:cubicBezTo>
                                        <a:pt x="537" y="601"/>
                                        <a:pt x="417" y="556"/>
                                        <a:pt x="348" y="544"/>
                                      </a:cubicBezTo>
                                      <a:cubicBezTo>
                                        <a:pt x="279" y="532"/>
                                        <a:pt x="200" y="545"/>
                                        <a:pt x="164" y="520"/>
                                      </a:cubicBezTo>
                                      <a:cubicBezTo>
                                        <a:pt x="128" y="495"/>
                                        <a:pt x="135" y="476"/>
                                        <a:pt x="132" y="392"/>
                                      </a:cubicBezTo>
                                      <a:cubicBezTo>
                                        <a:pt x="129" y="308"/>
                                        <a:pt x="164" y="32"/>
                                        <a:pt x="148" y="16"/>
                                      </a:cubicBezTo>
                                      <a:cubicBezTo>
                                        <a:pt x="132" y="0"/>
                                        <a:pt x="55" y="211"/>
                                        <a:pt x="36" y="296"/>
                                      </a:cubicBezTo>
                                      <a:cubicBezTo>
                                        <a:pt x="17" y="381"/>
                                        <a:pt x="0" y="484"/>
                                        <a:pt x="36" y="528"/>
                                      </a:cubicBezTo>
                                      <a:cubicBezTo>
                                        <a:pt x="72" y="572"/>
                                        <a:pt x="171" y="544"/>
                                        <a:pt x="252" y="560"/>
                                      </a:cubicBezTo>
                                      <a:cubicBezTo>
                                        <a:pt x="333" y="576"/>
                                        <a:pt x="457" y="621"/>
                                        <a:pt x="524" y="624"/>
                                      </a:cubicBezTo>
                                      <a:cubicBezTo>
                                        <a:pt x="591" y="627"/>
                                        <a:pt x="643" y="639"/>
                                        <a:pt x="652" y="576"/>
                                      </a:cubicBezTo>
                                      <a:cubicBezTo>
                                        <a:pt x="661" y="513"/>
                                        <a:pt x="572" y="287"/>
                                        <a:pt x="564" y="2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70" y="5460"/>
                                  <a:ext cx="174" cy="1824"/>
                                </a:xfrm>
                                <a:custGeom>
                                  <a:avLst/>
                                  <a:gdLst>
                                    <a:gd name="T0" fmla="*/ 174 w 174"/>
                                    <a:gd name="T1" fmla="*/ 0 h 1824"/>
                                    <a:gd name="T2" fmla="*/ 162 w 174"/>
                                    <a:gd name="T3" fmla="*/ 444 h 1824"/>
                                    <a:gd name="T4" fmla="*/ 168 w 174"/>
                                    <a:gd name="T5" fmla="*/ 870 h 1824"/>
                                    <a:gd name="T6" fmla="*/ 168 w 174"/>
                                    <a:gd name="T7" fmla="*/ 1320 h 1824"/>
                                    <a:gd name="T8" fmla="*/ 150 w 174"/>
                                    <a:gd name="T9" fmla="*/ 1506 h 1824"/>
                                    <a:gd name="T10" fmla="*/ 72 w 174"/>
                                    <a:gd name="T11" fmla="*/ 1650 h 1824"/>
                                    <a:gd name="T12" fmla="*/ 0 w 174"/>
                                    <a:gd name="T13" fmla="*/ 1824 h 182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1824">
                                      <a:moveTo>
                                        <a:pt x="174" y="0"/>
                                      </a:moveTo>
                                      <a:cubicBezTo>
                                        <a:pt x="174" y="74"/>
                                        <a:pt x="163" y="299"/>
                                        <a:pt x="162" y="444"/>
                                      </a:cubicBezTo>
                                      <a:cubicBezTo>
                                        <a:pt x="161" y="589"/>
                                        <a:pt x="167" y="724"/>
                                        <a:pt x="168" y="870"/>
                                      </a:cubicBezTo>
                                      <a:cubicBezTo>
                                        <a:pt x="169" y="1016"/>
                                        <a:pt x="171" y="1214"/>
                                        <a:pt x="168" y="1320"/>
                                      </a:cubicBezTo>
                                      <a:cubicBezTo>
                                        <a:pt x="165" y="1426"/>
                                        <a:pt x="166" y="1451"/>
                                        <a:pt x="150" y="1506"/>
                                      </a:cubicBezTo>
                                      <a:cubicBezTo>
                                        <a:pt x="134" y="1561"/>
                                        <a:pt x="97" y="1597"/>
                                        <a:pt x="72" y="1650"/>
                                      </a:cubicBezTo>
                                      <a:cubicBezTo>
                                        <a:pt x="47" y="1703"/>
                                        <a:pt x="15" y="1788"/>
                                        <a:pt x="0" y="182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5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70" y="5460"/>
                                  <a:ext cx="168" cy="2364"/>
                                </a:xfrm>
                                <a:custGeom>
                                  <a:avLst/>
                                  <a:gdLst>
                                    <a:gd name="T0" fmla="*/ 30 w 168"/>
                                    <a:gd name="T1" fmla="*/ 0 h 2364"/>
                                    <a:gd name="T2" fmla="*/ 6 w 168"/>
                                    <a:gd name="T3" fmla="*/ 540 h 2364"/>
                                    <a:gd name="T4" fmla="*/ 0 w 168"/>
                                    <a:gd name="T5" fmla="*/ 1008 h 2364"/>
                                    <a:gd name="T6" fmla="*/ 6 w 168"/>
                                    <a:gd name="T7" fmla="*/ 1410 h 2364"/>
                                    <a:gd name="T8" fmla="*/ 36 w 168"/>
                                    <a:gd name="T9" fmla="*/ 1614 h 2364"/>
                                    <a:gd name="T10" fmla="*/ 102 w 168"/>
                                    <a:gd name="T11" fmla="*/ 1836 h 2364"/>
                                    <a:gd name="T12" fmla="*/ 138 w 168"/>
                                    <a:gd name="T13" fmla="*/ 2016 h 2364"/>
                                    <a:gd name="T14" fmla="*/ 168 w 168"/>
                                    <a:gd name="T15" fmla="*/ 2364 h 23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168" h="2364">
                                      <a:moveTo>
                                        <a:pt x="30" y="0"/>
                                      </a:moveTo>
                                      <a:cubicBezTo>
                                        <a:pt x="24" y="90"/>
                                        <a:pt x="11" y="372"/>
                                        <a:pt x="6" y="540"/>
                                      </a:cubicBezTo>
                                      <a:cubicBezTo>
                                        <a:pt x="1" y="708"/>
                                        <a:pt x="0" y="863"/>
                                        <a:pt x="0" y="1008"/>
                                      </a:cubicBezTo>
                                      <a:cubicBezTo>
                                        <a:pt x="0" y="1153"/>
                                        <a:pt x="0" y="1309"/>
                                        <a:pt x="6" y="1410"/>
                                      </a:cubicBezTo>
                                      <a:cubicBezTo>
                                        <a:pt x="12" y="1511"/>
                                        <a:pt x="20" y="1543"/>
                                        <a:pt x="36" y="1614"/>
                                      </a:cubicBezTo>
                                      <a:cubicBezTo>
                                        <a:pt x="52" y="1685"/>
                                        <a:pt x="85" y="1769"/>
                                        <a:pt x="102" y="1836"/>
                                      </a:cubicBezTo>
                                      <a:cubicBezTo>
                                        <a:pt x="119" y="1903"/>
                                        <a:pt x="127" y="1928"/>
                                        <a:pt x="138" y="2016"/>
                                      </a:cubicBezTo>
                                      <a:cubicBezTo>
                                        <a:pt x="149" y="2104"/>
                                        <a:pt x="158" y="2234"/>
                                        <a:pt x="168" y="236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5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48" y="6989"/>
                                  <a:ext cx="174" cy="793"/>
                                </a:xfrm>
                                <a:custGeom>
                                  <a:avLst/>
                                  <a:gdLst>
                                    <a:gd name="T0" fmla="*/ 0 w 174"/>
                                    <a:gd name="T1" fmla="*/ 301 h 793"/>
                                    <a:gd name="T2" fmla="*/ 72 w 174"/>
                                    <a:gd name="T3" fmla="*/ 121 h 793"/>
                                    <a:gd name="T4" fmla="*/ 149 w 174"/>
                                    <a:gd name="T5" fmla="*/ 2 h 793"/>
                                    <a:gd name="T6" fmla="*/ 168 w 174"/>
                                    <a:gd name="T7" fmla="*/ 133 h 793"/>
                                    <a:gd name="T8" fmla="*/ 168 w 174"/>
                                    <a:gd name="T9" fmla="*/ 253 h 793"/>
                                    <a:gd name="T10" fmla="*/ 132 w 174"/>
                                    <a:gd name="T11" fmla="*/ 409 h 793"/>
                                    <a:gd name="T12" fmla="*/ 96 w 174"/>
                                    <a:gd name="T13" fmla="*/ 793 h 79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793">
                                      <a:moveTo>
                                        <a:pt x="0" y="301"/>
                                      </a:moveTo>
                                      <a:cubicBezTo>
                                        <a:pt x="12" y="270"/>
                                        <a:pt x="47" y="171"/>
                                        <a:pt x="72" y="121"/>
                                      </a:cubicBezTo>
                                      <a:cubicBezTo>
                                        <a:pt x="97" y="71"/>
                                        <a:pt x="133" y="0"/>
                                        <a:pt x="149" y="2"/>
                                      </a:cubicBezTo>
                                      <a:cubicBezTo>
                                        <a:pt x="165" y="4"/>
                                        <a:pt x="165" y="91"/>
                                        <a:pt x="168" y="133"/>
                                      </a:cubicBezTo>
                                      <a:cubicBezTo>
                                        <a:pt x="171" y="175"/>
                                        <a:pt x="174" y="207"/>
                                        <a:pt x="168" y="253"/>
                                      </a:cubicBezTo>
                                      <a:cubicBezTo>
                                        <a:pt x="162" y="299"/>
                                        <a:pt x="144" y="319"/>
                                        <a:pt x="132" y="409"/>
                                      </a:cubicBezTo>
                                      <a:cubicBezTo>
                                        <a:pt x="120" y="499"/>
                                        <a:pt x="108" y="646"/>
                                        <a:pt x="96" y="79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5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14" y="7262"/>
                                  <a:ext cx="160" cy="567"/>
                                </a:xfrm>
                                <a:custGeom>
                                  <a:avLst/>
                                  <a:gdLst>
                                    <a:gd name="T0" fmla="*/ 0 w 160"/>
                                    <a:gd name="T1" fmla="*/ 528 h 567"/>
                                    <a:gd name="T2" fmla="*/ 9 w 160"/>
                                    <a:gd name="T3" fmla="*/ 327 h 567"/>
                                    <a:gd name="T4" fmla="*/ 33 w 160"/>
                                    <a:gd name="T5" fmla="*/ 104 h 567"/>
                                    <a:gd name="T6" fmla="*/ 69 w 160"/>
                                    <a:gd name="T7" fmla="*/ 5 h 567"/>
                                    <a:gd name="T8" fmla="*/ 100 w 160"/>
                                    <a:gd name="T9" fmla="*/ 72 h 567"/>
                                    <a:gd name="T10" fmla="*/ 129 w 160"/>
                                    <a:gd name="T11" fmla="*/ 219 h 567"/>
                                    <a:gd name="T12" fmla="*/ 160 w 160"/>
                                    <a:gd name="T13" fmla="*/ 567 h 5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60" h="567">
                                      <a:moveTo>
                                        <a:pt x="0" y="528"/>
                                      </a:moveTo>
                                      <a:cubicBezTo>
                                        <a:pt x="2" y="463"/>
                                        <a:pt x="4" y="398"/>
                                        <a:pt x="9" y="327"/>
                                      </a:cubicBezTo>
                                      <a:cubicBezTo>
                                        <a:pt x="14" y="256"/>
                                        <a:pt x="23" y="158"/>
                                        <a:pt x="33" y="104"/>
                                      </a:cubicBezTo>
                                      <a:cubicBezTo>
                                        <a:pt x="43" y="50"/>
                                        <a:pt x="58" y="10"/>
                                        <a:pt x="69" y="5"/>
                                      </a:cubicBezTo>
                                      <a:cubicBezTo>
                                        <a:pt x="80" y="0"/>
                                        <a:pt x="90" y="36"/>
                                        <a:pt x="100" y="72"/>
                                      </a:cubicBezTo>
                                      <a:cubicBezTo>
                                        <a:pt x="110" y="108"/>
                                        <a:pt x="119" y="137"/>
                                        <a:pt x="129" y="219"/>
                                      </a:cubicBezTo>
                                      <a:cubicBezTo>
                                        <a:pt x="139" y="301"/>
                                        <a:pt x="154" y="495"/>
                                        <a:pt x="160" y="56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3D4E362" id="Group 519" o:spid="_x0000_s1026" style="position:absolute;margin-left:317.7pt;margin-top:3.3pt;width:85.6pt;height:373.65pt;z-index:251653120;mso-position-horizontal-relative:page;mso-position-vertical-relative:page" coordorigin="4685,3276" coordsize="1712,74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">
                      <v:shape id="Freeform 520" o:spid="_x0000_s1027" style="position:absolute;left:4685;top:3276;width:1712;height:7473;visibility:visible;mso-wrap-style:square;v-text-anchor:top" coordsize="1712,7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" path="m1644,806v8,32,33,115,43,190c1697,1071,1712,1106,1706,1258v-6,152,-42,406,-55,650c1638,2152,1630,2500,1627,2724v-3,224,17,373,5,528c1620,3407,1581,3515,1553,3655v-28,140,-71,308,-87,435c1450,4217,1463,4280,1459,4416v-4,136,16,198,-14,492c1415,5202,1313,5922,1279,6180v-34,258,-37,205,-38,274c1240,6523,1274,6548,1274,6595v,47,-27,66,-33,144c1235,6817,1263,6948,1238,7063v-25,115,-65,324,-149,367c1005,7473,819,7385,734,7322,649,7259,629,7127,581,7051,533,6975,474,6932,444,6864v-30,-68,-35,-181,-41,-221c397,6603,407,6632,405,6622v-2,-10,-13,-27,-12,-39c394,6571,404,6560,413,6552v9,-8,26,-9,36,-19c459,6523,466,6502,475,6492v9,-10,15,-13,26,-17c512,6471,529,6477,540,6470v11,-7,15,-28,26,-38c577,6422,595,6414,607,6410v12,-4,23,6,31,c646,6404,648,6382,657,6372v9,-10,30,-9,34,-22c695,6337,696,6347,684,6295v-12,-52,-27,-103,-65,-257c581,5884,501,5618,456,5369,411,5120,350,4825,348,4546v-2,-279,91,-544,98,-850c453,3390,442,3050,391,2712,340,2374,198,1938,139,1668,80,1398,58,1258,36,1090,14,922,,842,7,660,14,478,46,239,79,e" filled="f" strokecolor="gray" strokeweight="1pt">
                        <v:path arrowok="t" o:connecttype="custom" o:connectlocs="1644,806;1687,996;1706,1258;1651,1908;1627,2724;1632,3252;1553,3655;1466,4090;1459,4416;1445,4908;1279,6180;1241,6454;1274,6595;1241,6739;1238,7063;1089,7430;734,7322;581,7051;444,6864;403,6643;405,6622;393,6583;413,6552;449,6533;475,6492;501,6475;540,6470;566,6432;607,6410;638,6410;657,6372;691,6350;684,6295;619,6038;456,5369;348,4546;446,3696;391,2712;139,1668;36,1090;7,660;79,0" o:connectangles="0,0,0,0,0,0,0,0,0,0,0,0,0,0,0,0,0,0,0,0,0,0,0,0,0,0,0,0,0,0,0,0,0,0,0,0,0,0,0,0,0,0"/>
                      </v:shape>
                      <v:shape id="Freeform 521" o:spid="_x0000_s1028" style="position:absolute;left:5310;top:9201;width:285;height:948;visibility:visible;mso-wrap-style:square;v-text-anchor:top" coordsize="285,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" path="m8,20c16,,83,174,124,267v41,93,103,237,129,312c279,654,285,676,280,718v-5,42,-25,77,-56,115c193,871,110,940,97,944v-13,4,21,-53,46,-89c168,819,241,774,248,728,255,682,212,621,188,581,164,541,126,523,107,490,88,457,91,464,73,385,55,306,,40,8,20xe" fillcolor="#ddd" stroked="f">
                        <v:path arrowok="t" o:connecttype="custom" o:connectlocs="8,20;124,267;253,579;280,718;224,833;97,944;143,855;248,728;188,581;107,490;73,385;8,20" o:connectangles="0,0,0,0,0,0,0,0,0,0,0,0"/>
                      </v:shape>
                      <v:shape id="Freeform 522" o:spid="_x0000_s1029" style="position:absolute;left:5853;top:9741;width:58;height:423;visibility:visible;mso-wrap-style:square;v-text-anchor:top" coordsize="58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" path="m51,5c48,10,33,95,25,161,17,227,,379,1,401,2,423,23,326,32,291,41,256,54,217,56,190,58,163,44,157,44,128,44,99,54,,51,5xe" fillcolor="silver" stroked="f">
                        <v:path arrowok="t" o:connecttype="custom" o:connectlocs="51,5;25,161;1,401;32,291;56,190;44,128;51,5" o:connectangles="0,0,0,0,0,0,0"/>
                      </v:shape>
                      <v:shape id="Freeform 523" o:spid="_x0000_s1030" style="position:absolute;left:5138;top:9809;width:39;height:19;visibility:visible;mso-wrap-style:square;v-text-anchor:top" coordsize="39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" path="m,c10,2,21,4,27,7v6,3,9,7,12,12e" filled="f" strokecolor="gray">
                        <v:path arrowok="t" o:connecttype="custom" o:connectlocs="0,0;27,7;39,19" o:connectangles="0,0,0"/>
                      </v:shape>
                      <v:shape id="Freeform 524" o:spid="_x0000_s1031" style="position:absolute;left:5222;top:9751;width:34;height:12;visibility:visible;mso-wrap-style:square;v-text-anchor:top" coordsize="34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" path="m,c14,4,28,8,34,12e" filled="f" strokecolor="gray">
                        <v:path arrowok="t" o:connecttype="custom" o:connectlocs="0,0;34,12" o:connectangles="0,0"/>
                      </v:shape>
                      <v:shape id="Freeform 525" o:spid="_x0000_s1032" style="position:absolute;left:5316;top:9691;width:36;height:15;visibility:visible;mso-wrap-style:square;v-text-anchor:top" coordsize="36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" path="m,c,,18,7,36,15e" filled="f" strokecolor="gray">
                        <v:path arrowok="t" o:connecttype="custom" o:connectlocs="0,0;36,15" o:connectangles="0,0"/>
                      </v:shape>
                      <v:shape id="Freeform 526" o:spid="_x0000_s1033" style="position:absolute;left:5360;top:3992;width:941;height:250;visibility:visible;mso-wrap-style:square;v-text-anchor:top" coordsize="941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" path="m,136v3,-3,279,56,381,67c483,214,537,221,614,201,691,181,790,114,844,81,898,48,929,,935,4v6,4,-19,70,-55,103c844,140,769,180,717,203v-52,23,-86,39,-147,43c509,250,445,243,350,225,255,207,73,155,,136xe" fillcolor="#ddd" stroked="f">
                        <v:path arrowok="t" o:connecttype="custom" o:connectlocs="0,136;381,203;614,201;844,81;935,4;880,107;717,203;570,246;350,225;0,136" o:connectangles="0,0,0,0,0,0,0,0,0,0"/>
                      </v:shape>
                      <v:shape id="Freeform 527" o:spid="_x0000_s1034" style="position:absolute;left:5276;top:6256;width:661;height:639;visibility:visible;mso-wrap-style:square;v-text-anchor:top" coordsize="661,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" path="m564,272v-8,-15,37,163,40,216c607,541,623,583,580,592,537,601,417,556,348,544,279,532,200,545,164,520,128,495,135,476,132,392,129,308,164,32,148,16,132,,55,211,36,296,17,381,,484,36,528v36,44,135,16,216,32c333,576,457,621,524,624v67,3,119,15,128,-48c661,513,572,287,564,272xe" fillcolor="#ddd" stroked="f">
                        <v:path arrowok="t" o:connecttype="custom" o:connectlocs="564,272;604,488;580,592;348,544;164,520;132,392;148,16;36,296;36,528;252,560;524,624;652,576;564,272" o:connectangles="0,0,0,0,0,0,0,0,0,0,0,0,0"/>
                      </v:shape>
                      <v:shape id="Freeform 528" o:spid="_x0000_s1035" style="position:absolute;left:5370;top:5460;width:174;height:1824;visibility:visible;mso-wrap-style:square;v-text-anchor:top" coordsize="174,1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" path="m174,v,74,-11,299,-12,444c161,589,167,724,168,870v1,146,3,344,,450c165,1426,166,1451,150,1506v-16,55,-53,91,-78,144c47,1703,15,1788,,1824e" filled="f">
                        <v:path arrowok="t" o:connecttype="custom" o:connectlocs="174,0;162,444;168,870;168,1320;150,1506;72,1650;0,1824" o:connectangles="0,0,0,0,0,0,0"/>
                      </v:shape>
                      <v:shape id="Freeform 529" o:spid="_x0000_s1036" style="position:absolute;left:5670;top:5460;width:168;height:2364;visibility:visible;mso-wrap-style:square;v-text-anchor:top" coordsize="168,2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" path="m30,c24,90,11,372,6,540,1,708,,863,,1008v,145,,301,6,402c12,1511,20,1543,36,1614v16,71,49,155,66,222c119,1903,127,1928,138,2016v11,88,20,218,30,348e" filled="f">
                        <v:path arrowok="t" o:connecttype="custom" o:connectlocs="30,0;6,540;0,1008;6,1410;36,1614;102,1836;138,2016;168,2364" o:connectangles="0,0,0,0,0,0,0,0"/>
                      </v:shape>
                      <v:shape id="Freeform 530" o:spid="_x0000_s1037" style="position:absolute;left:5448;top:6989;width:174;height:793;visibility:visible;mso-wrap-style:square;v-text-anchor:top" coordsize="174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" path="m,301c12,270,47,171,72,121,97,71,133,,149,2v16,2,16,89,19,131c171,175,174,207,168,253v-6,46,-24,66,-36,156c120,499,108,646,96,793e" filled="f">
                        <v:path arrowok="t" o:connecttype="custom" o:connectlocs="0,301;72,121;149,2;168,133;168,253;132,409;96,793" o:connectangles="0,0,0,0,0,0,0"/>
                      </v:shape>
                      <v:shape id="Freeform 531" o:spid="_x0000_s1038" style="position:absolute;left:5614;top:7262;width:160;height:567;visibility:visible;mso-wrap-style:square;v-text-anchor:top" coordsize="16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" path="m,528c2,463,4,398,9,327,14,256,23,158,33,104,43,50,58,10,69,5,80,,90,36,100,72v10,36,19,65,29,147c139,301,154,495,160,567e" filled="f">
                        <v:path arrowok="t" o:connecttype="custom" o:connectlocs="0,528;9,327;33,104;69,5;100,72;129,219;160,567" o:connectangles="0,0,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</w:tr>
      <w:tr w:rsidR="00E00E93" w:rsidRPr="005A7201" w:rsidTr="005A7201">
        <w:tc>
          <w:tcPr>
            <w:tcW w:w="172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A07C6E" w:rsidP="005A7201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5A7201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872490</wp:posOffset>
                      </wp:positionH>
                      <wp:positionV relativeFrom="paragraph">
                        <wp:posOffset>17780</wp:posOffset>
                      </wp:positionV>
                      <wp:extent cx="194945" cy="86995"/>
                      <wp:effectExtent l="11430" t="10160" r="12700" b="7620"/>
                      <wp:wrapNone/>
                      <wp:docPr id="16" name="Group 5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6995"/>
                                <a:chOff x="2461" y="11897"/>
                                <a:chExt cx="307" cy="137"/>
                              </a:xfrm>
                            </wpg:grpSpPr>
                            <wps:wsp>
                              <wps:cNvPr id="17" name="Line 53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61" y="11897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" name="Line 53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61" y="12034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32BEFFE" id="Group 534" o:spid="_x0000_s1026" style="position:absolute;margin-left:68.7pt;margin-top:1.4pt;width:15.35pt;height:6.85pt;z-index:251655168" coordorigin="2461,11897" coordsize="307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">
                      <v:line id="Line 535" o:spid="_x0000_s1027" style="position:absolute;visibility:visible;mso-wrap-style:square" from="2461,11897" to="2768,118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"/>
                      <v:line id="Line 536" o:spid="_x0000_s1028" style="position:absolute;visibility:visible;mso-wrap-style:square" from="2461,12034" to="2768,120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weO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2DlFxlAL/8AAAD//wMAUEsBAi0AFAAGAAgAAAAhANvh9svuAAAAhQEAABMAAAAAAAAA&#10;AAAAAAAAAAAAAFtDb250ZW50X1R5cGVzXS54bWxQSwECLQAUAAYACAAAACEAWvQsW78AAAAVAQAA&#10;CwAAAAAAAAAAAAAAAAAfAQAAX3JlbHMvLnJlbHNQSwECLQAUAAYACAAAACEARVcHjsYAAADbAAAA&#10;DwAAAAAAAAAAAAAAAAAHAgAAZHJzL2Rvd25yZXYueG1sUEsFBgAAAAADAAMAtwAAAPoCAAAAAA==&#10;"/>
                    </v:group>
                  </w:pict>
                </mc:Fallback>
              </mc:AlternateContent>
            </w:r>
            <w:r w:rsidR="00E00E93" w:rsidRPr="005A7201">
              <w:rPr>
                <w:rFonts w:ascii="Arial" w:hAnsi="Arial" w:cs="Arial"/>
                <w:color w:val="808080"/>
                <w:sz w:val="16"/>
                <w:szCs w:val="16"/>
              </w:rPr>
              <w:t>Legend:</w:t>
            </w:r>
          </w:p>
        </w:tc>
        <w:tc>
          <w:tcPr>
            <w:tcW w:w="8029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A07C6E" w:rsidP="005A7201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5A7201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3913505</wp:posOffset>
                      </wp:positionH>
                      <wp:positionV relativeFrom="paragraph">
                        <wp:posOffset>21590</wp:posOffset>
                      </wp:positionV>
                      <wp:extent cx="194945" cy="89535"/>
                      <wp:effectExtent l="13335" t="13970" r="10795" b="10795"/>
                      <wp:wrapNone/>
                      <wp:docPr id="12" name="Group 5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9535"/>
                                <a:chOff x="8876" y="11896"/>
                                <a:chExt cx="307" cy="141"/>
                              </a:xfrm>
                            </wpg:grpSpPr>
                            <wps:wsp>
                              <wps:cNvPr id="15" name="Freeform 5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08" y="11897"/>
                                  <a:ext cx="237" cy="140"/>
                                </a:xfrm>
                                <a:custGeom>
                                  <a:avLst/>
                                  <a:gdLst>
                                    <a:gd name="T0" fmla="*/ 0 w 237"/>
                                    <a:gd name="T1" fmla="*/ 0 h 140"/>
                                    <a:gd name="T2" fmla="*/ 22 w 237"/>
                                    <a:gd name="T3" fmla="*/ 67 h 140"/>
                                    <a:gd name="T4" fmla="*/ 0 w 237"/>
                                    <a:gd name="T5" fmla="*/ 140 h 140"/>
                                    <a:gd name="T6" fmla="*/ 237 w 237"/>
                                    <a:gd name="T7" fmla="*/ 138 h 140"/>
                                    <a:gd name="T8" fmla="*/ 217 w 237"/>
                                    <a:gd name="T9" fmla="*/ 67 h 140"/>
                                    <a:gd name="T10" fmla="*/ 236 w 237"/>
                                    <a:gd name="T11" fmla="*/ 0 h 140"/>
                                    <a:gd name="T12" fmla="*/ 0 w 237"/>
                                    <a:gd name="T13" fmla="*/ 0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37" h="140">
                                      <a:moveTo>
                                        <a:pt x="0" y="0"/>
                                      </a:moveTo>
                                      <a:cubicBezTo>
                                        <a:pt x="25" y="65"/>
                                        <a:pt x="22" y="43"/>
                                        <a:pt x="22" y="67"/>
                                      </a:cubicBezTo>
                                      <a:cubicBezTo>
                                        <a:pt x="22" y="90"/>
                                        <a:pt x="25" y="69"/>
                                        <a:pt x="0" y="140"/>
                                      </a:cubicBezTo>
                                      <a:cubicBezTo>
                                        <a:pt x="118" y="139"/>
                                        <a:pt x="237" y="138"/>
                                        <a:pt x="237" y="138"/>
                                      </a:cubicBezTo>
                                      <a:cubicBezTo>
                                        <a:pt x="214" y="65"/>
                                        <a:pt x="217" y="90"/>
                                        <a:pt x="217" y="67"/>
                                      </a:cubicBezTo>
                                      <a:cubicBezTo>
                                        <a:pt x="216" y="45"/>
                                        <a:pt x="214" y="65"/>
                                        <a:pt x="236" y="0"/>
                                      </a:cubicBezTo>
                                      <a:cubicBezTo>
                                        <a:pt x="102" y="2"/>
                                        <a:pt x="0" y="0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33333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7" name="Line 54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876" y="11896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8" name="Line 54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876" y="12033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C53798B" id="Group 546" o:spid="_x0000_s1026" style="position:absolute;margin-left:308.15pt;margin-top:1.7pt;width:15.35pt;height:7.05pt;z-index:251658240" coordorigin="8876,11896" coordsize="307,1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">
                      <v:shape id="Freeform 547" o:spid="_x0000_s1027" style="position:absolute;left:8908;top:11897;width:237;height:140;visibility:visible;mso-wrap-style:square;v-text-anchor:top" coordsize="237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" path="m,c25,65,22,43,22,67v,23,3,2,-22,73c118,139,237,138,237,138,214,65,217,90,217,67,216,45,214,65,236,,102,2,,,,xe" fillcolor="#333" stroked="f">
                        <v:path arrowok="t" o:connecttype="custom" o:connectlocs="0,0;22,67;0,140;237,138;217,67;236,0;0,0" o:connectangles="0,0,0,0,0,0,0"/>
                      </v:shape>
                      <v:line id="Line 548" o:spid="_x0000_s1028" style="position:absolute;visibility:visible;mso-wrap-style:square" from="8876,11896" to="9183,118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"/>
                      <v:line id="Line 549" o:spid="_x0000_s1029" style="position:absolute;visibility:visible;mso-wrap-style:square" from="8876,12033" to="9183,12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"/>
                    </v:group>
                  </w:pict>
                </mc:Fallback>
              </mc:AlternateContent>
            </w:r>
            <w:r w:rsidRPr="005A7201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2698750</wp:posOffset>
                      </wp:positionH>
                      <wp:positionV relativeFrom="paragraph">
                        <wp:posOffset>24130</wp:posOffset>
                      </wp:positionV>
                      <wp:extent cx="194945" cy="86995"/>
                      <wp:effectExtent l="8255" t="6985" r="6350" b="10795"/>
                      <wp:wrapNone/>
                      <wp:docPr id="7" name="Group 5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6995"/>
                                <a:chOff x="6904" y="11891"/>
                                <a:chExt cx="307" cy="137"/>
                              </a:xfrm>
                            </wpg:grpSpPr>
                            <wps:wsp>
                              <wps:cNvPr id="70" name="Line 54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04" y="11891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1" name="Line 54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04" y="12028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2" name="Freeform 54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23" y="11897"/>
                                  <a:ext cx="264" cy="48"/>
                                </a:xfrm>
                                <a:custGeom>
                                  <a:avLst/>
                                  <a:gdLst>
                                    <a:gd name="T0" fmla="*/ 0 w 264"/>
                                    <a:gd name="T1" fmla="*/ 0 h 48"/>
                                    <a:gd name="T2" fmla="*/ 39 w 264"/>
                                    <a:gd name="T3" fmla="*/ 31 h 48"/>
                                    <a:gd name="T4" fmla="*/ 77 w 264"/>
                                    <a:gd name="T5" fmla="*/ 34 h 48"/>
                                    <a:gd name="T6" fmla="*/ 109 w 264"/>
                                    <a:gd name="T7" fmla="*/ 48 h 48"/>
                                    <a:gd name="T8" fmla="*/ 133 w 264"/>
                                    <a:gd name="T9" fmla="*/ 31 h 48"/>
                                    <a:gd name="T10" fmla="*/ 169 w 264"/>
                                    <a:gd name="T11" fmla="*/ 41 h 48"/>
                                    <a:gd name="T12" fmla="*/ 212 w 264"/>
                                    <a:gd name="T13" fmla="*/ 41 h 48"/>
                                    <a:gd name="T14" fmla="*/ 241 w 264"/>
                                    <a:gd name="T15" fmla="*/ 33 h 48"/>
                                    <a:gd name="T16" fmla="*/ 264 w 264"/>
                                    <a:gd name="T17" fmla="*/ 0 h 48"/>
                                    <a:gd name="T18" fmla="*/ 0 w 264"/>
                                    <a:gd name="T19" fmla="*/ 0 h 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264" h="48">
                                      <a:moveTo>
                                        <a:pt x="0" y="0"/>
                                      </a:moveTo>
                                      <a:lnTo>
                                        <a:pt x="39" y="31"/>
                                      </a:lnTo>
                                      <a:lnTo>
                                        <a:pt x="77" y="34"/>
                                      </a:lnTo>
                                      <a:lnTo>
                                        <a:pt x="109" y="48"/>
                                      </a:lnTo>
                                      <a:lnTo>
                                        <a:pt x="133" y="31"/>
                                      </a:lnTo>
                                      <a:lnTo>
                                        <a:pt x="169" y="41"/>
                                      </a:lnTo>
                                      <a:lnTo>
                                        <a:pt x="212" y="41"/>
                                      </a:lnTo>
                                      <a:lnTo>
                                        <a:pt x="241" y="33"/>
                                      </a:lnTo>
                                      <a:lnTo>
                                        <a:pt x="264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3" name="Freeform 545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26" y="11966"/>
                                  <a:ext cx="261" cy="56"/>
                                </a:xfrm>
                                <a:custGeom>
                                  <a:avLst/>
                                  <a:gdLst>
                                    <a:gd name="T0" fmla="*/ 0 w 261"/>
                                    <a:gd name="T1" fmla="*/ 56 h 56"/>
                                    <a:gd name="T2" fmla="*/ 32 w 261"/>
                                    <a:gd name="T3" fmla="*/ 24 h 56"/>
                                    <a:gd name="T4" fmla="*/ 72 w 261"/>
                                    <a:gd name="T5" fmla="*/ 3 h 56"/>
                                    <a:gd name="T6" fmla="*/ 115 w 261"/>
                                    <a:gd name="T7" fmla="*/ 22 h 56"/>
                                    <a:gd name="T8" fmla="*/ 136 w 261"/>
                                    <a:gd name="T9" fmla="*/ 0 h 56"/>
                                    <a:gd name="T10" fmla="*/ 172 w 261"/>
                                    <a:gd name="T11" fmla="*/ 15 h 56"/>
                                    <a:gd name="T12" fmla="*/ 197 w 261"/>
                                    <a:gd name="T13" fmla="*/ 8 h 56"/>
                                    <a:gd name="T14" fmla="*/ 233 w 261"/>
                                    <a:gd name="T15" fmla="*/ 24 h 56"/>
                                    <a:gd name="T16" fmla="*/ 261 w 261"/>
                                    <a:gd name="T17" fmla="*/ 56 h 56"/>
                                    <a:gd name="T18" fmla="*/ 0 w 261"/>
                                    <a:gd name="T19" fmla="*/ 56 h 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261" h="56">
                                      <a:moveTo>
                                        <a:pt x="0" y="56"/>
                                      </a:moveTo>
                                      <a:lnTo>
                                        <a:pt x="32" y="24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115" y="22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72" y="15"/>
                                      </a:lnTo>
                                      <a:lnTo>
                                        <a:pt x="197" y="8"/>
                                      </a:lnTo>
                                      <a:lnTo>
                                        <a:pt x="233" y="24"/>
                                      </a:lnTo>
                                      <a:lnTo>
                                        <a:pt x="261" y="56"/>
                                      </a:lnTo>
                                      <a:lnTo>
                                        <a:pt x="0" y="5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889F3DB" id="Group 541" o:spid="_x0000_s1026" style="position:absolute;margin-left:212.5pt;margin-top:1.9pt;width:15.35pt;height:6.85pt;z-index:251657216" coordorigin="6904,11891" coordsize="307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">
                      <v:line id="Line 542" o:spid="_x0000_s1027" style="position:absolute;visibility:visible;mso-wrap-style:square" from="6904,11891" to="7211,118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"/>
                      <v:line id="Line 543" o:spid="_x0000_s1028" style="position:absolute;visibility:visible;mso-wrap-style:square" from="6904,12028" to="7211,120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Rs2xQAAANo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"/>
                      <v:shape id="Freeform 544" o:spid="_x0000_s1029" style="position:absolute;left:6923;top:11897;width:264;height:48;visibility:visible;mso-wrap-style:square;v-text-anchor:top" coordsize="264,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" path="m,l39,31r38,3l109,48,133,31r36,10l212,41r29,-8l264,,,xe" fillcolor="black" stroked="f">
                        <v:path arrowok="t" o:connecttype="custom" o:connectlocs="0,0;39,31;77,34;109,48;133,31;169,41;212,41;241,33;264,0;0,0" o:connectangles="0,0,0,0,0,0,0,0,0,0"/>
                      </v:shape>
                      <v:shape id="Freeform 545" o:spid="_x0000_s1030" style="position:absolute;left:6926;top:11966;width:261;height:56;visibility:visible;mso-wrap-style:square;v-text-anchor:top" coordsize="261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" path="m,56l32,24,72,3r43,19l136,r36,15l197,8r36,16l261,56,,56xe" fillcolor="black" stroked="f">
                        <v:path arrowok="t" o:connecttype="custom" o:connectlocs="0,56;32,24;72,3;115,22;136,0;172,15;197,8;233,24;261,56;0,56" o:connectangles="0,0,0,0,0,0,0,0,0,0"/>
                      </v:shape>
                    </v:group>
                  </w:pict>
                </mc:Fallback>
              </mc:AlternateContent>
            </w:r>
            <w:r w:rsidRPr="005A7201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2007870</wp:posOffset>
                      </wp:positionH>
                      <wp:positionV relativeFrom="paragraph">
                        <wp:posOffset>22860</wp:posOffset>
                      </wp:positionV>
                      <wp:extent cx="194945" cy="85725"/>
                      <wp:effectExtent l="41275" t="5715" r="40005" b="13335"/>
                      <wp:wrapNone/>
                      <wp:docPr id="3" name="Group 5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5725"/>
                                <a:chOff x="5784" y="11903"/>
                                <a:chExt cx="307" cy="135"/>
                              </a:xfrm>
                            </wpg:grpSpPr>
                            <wps:wsp>
                              <wps:cNvPr id="75" name="Line 53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5" y="11971"/>
                                  <a:ext cx="30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6200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6" name="Line 53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4" y="11903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7" name="Line 54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4" y="12038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B2AC1B2" id="Group 537" o:spid="_x0000_s1026" style="position:absolute;margin-left:158.1pt;margin-top:1.8pt;width:15.35pt;height:6.75pt;z-index:251656192" coordorigin="5784,11903" coordsize="307,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">
                      <v:line id="Line 538" o:spid="_x0000_s1027" style="position:absolute;visibility:visible;mso-wrap-style:square" from="5785,11971" to="6091,119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" strokecolor="red" strokeweight="6pt"/>
                      <v:line id="Line 539" o:spid="_x0000_s1028" style="position:absolute;visibility:visible;mso-wrap-style:square" from="5784,11903" to="6091,119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BEzxQAAANo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DxFBEzxQAAANoAAAAP&#10;AAAAAAAAAAAAAAAAAAcCAABkcnMvZG93bnJldi54bWxQSwUGAAAAAAMAAwC3AAAA+QIAAAAA&#10;"/>
                      <v:line id="Line 540" o:spid="_x0000_s1029" style="position:absolute;visibility:visible;mso-wrap-style:square" from="5784,12038" to="6091,12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"/>
                    </v:group>
                  </w:pict>
                </mc:Fallback>
              </mc:AlternateContent>
            </w:r>
            <w:r w:rsidRPr="005A7201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781685</wp:posOffset>
                      </wp:positionH>
                      <wp:positionV relativeFrom="paragraph">
                        <wp:posOffset>62230</wp:posOffset>
                      </wp:positionV>
                      <wp:extent cx="194310" cy="0"/>
                      <wp:effectExtent l="43815" t="45085" r="38100" b="40640"/>
                      <wp:wrapNone/>
                      <wp:docPr id="2" name="Line 5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4310" cy="0"/>
                              </a:xfrm>
                              <a:prstGeom prst="line">
                                <a:avLst/>
                              </a:prstGeom>
                              <a:noFill/>
                              <a:ln w="76200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4546664" id="Line 533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55pt,4.9pt" to="76.8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" strokecolor="navy" strokeweight="6pt"/>
                  </w:pict>
                </mc:Fallback>
              </mc:AlternateContent>
            </w:r>
            <w:r w:rsidR="00E00E93" w:rsidRPr="005A7201">
              <w:rPr>
                <w:rFonts w:ascii="Arial" w:hAnsi="Arial" w:cs="Arial"/>
                <w:color w:val="808080"/>
                <w:sz w:val="16"/>
                <w:szCs w:val="16"/>
              </w:rPr>
              <w:t>Normal Deep              Normal Superficial              Reflux              Chronic Thrombus              Acute Thrombus</w:t>
            </w: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bCs/>
                <w:color w:val="808080"/>
                <w:sz w:val="18"/>
                <w:szCs w:val="18"/>
              </w:rPr>
              <w:t>Deep Veins:</w:t>
            </w:r>
          </w:p>
        </w:tc>
        <w:tc>
          <w:tcPr>
            <w:tcW w:w="78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B44768" w:rsidP="005A7201">
            <w:pPr>
              <w:tabs>
                <w:tab w:val="left" w:pos="2382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Patent. Incompetent CFV-proximal POPV. </w:t>
            </w: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Superficial Veins:</w:t>
            </w:r>
          </w:p>
        </w:tc>
        <w:tc>
          <w:tcPr>
            <w:tcW w:w="78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44768" w:rsidRDefault="00B44768" w:rsidP="00B44768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The LSV is patent and incompetent in the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prox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>-mid thigh</w:t>
            </w:r>
            <w:r w:rsidR="008F1A74">
              <w:rPr>
                <w:rFonts w:ascii="Arial" w:hAnsi="Arial" w:cs="Arial"/>
                <w:sz w:val="18"/>
                <w:szCs w:val="20"/>
              </w:rPr>
              <w:t>,</w:t>
            </w:r>
            <w:r>
              <w:rPr>
                <w:rFonts w:ascii="Arial" w:hAnsi="Arial" w:cs="Arial"/>
                <w:sz w:val="18"/>
                <w:szCs w:val="20"/>
              </w:rPr>
              <w:t xml:space="preserve"> where it supplies incompetent branches before occluding. </w:t>
            </w:r>
            <w:r w:rsidR="008F1A74">
              <w:rPr>
                <w:rFonts w:ascii="Arial" w:hAnsi="Arial" w:cs="Arial"/>
                <w:sz w:val="18"/>
                <w:szCs w:val="20"/>
              </w:rPr>
              <w:t>The proximal LSV measures 2.0mm in diameter and contains thrombotic scarring.</w:t>
            </w:r>
          </w:p>
          <w:p w:rsidR="00E00E93" w:rsidRPr="005A7201" w:rsidRDefault="00B44768" w:rsidP="00B44768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No demonstrable reflux in the proximal SSV. </w:t>
            </w: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Perforators:</w:t>
            </w:r>
          </w:p>
        </w:tc>
        <w:tc>
          <w:tcPr>
            <w:tcW w:w="78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B44768" w:rsidP="005A7201">
            <w:pPr>
              <w:tabs>
                <w:tab w:val="left" w:pos="271"/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No incompetent perforators seen.</w:t>
            </w:r>
          </w:p>
          <w:p w:rsidR="00E00E93" w:rsidRPr="005A7201" w:rsidRDefault="00E00E93" w:rsidP="005A7201">
            <w:pPr>
              <w:tabs>
                <w:tab w:val="left" w:pos="2382"/>
              </w:tabs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Other Comments:</w:t>
            </w:r>
          </w:p>
        </w:tc>
        <w:tc>
          <w:tcPr>
            <w:tcW w:w="78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B44768" w:rsidP="00B44768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  <w:proofErr w:type="spellStart"/>
            <w:r>
              <w:rPr>
                <w:rFonts w:ascii="Arial" w:hAnsi="Arial" w:cs="Arial"/>
                <w:sz w:val="18"/>
                <w:szCs w:val="20"/>
              </w:rPr>
              <w:t>Triphasic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arterial waveforms in the CFA, SFA and POPA. </w:t>
            </w: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382"/>
              </w:tabs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  <w:r w:rsidRPr="005A7201">
              <w:rPr>
                <w:rFonts w:ascii="Arial" w:hAnsi="Arial"/>
                <w:sz w:val="18"/>
                <w:szCs w:val="18"/>
              </w:rPr>
              <w:tab/>
            </w:r>
          </w:p>
        </w:tc>
        <w:tc>
          <w:tcPr>
            <w:tcW w:w="7868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C33A29" w:rsidP="005A7201">
            <w:pPr>
              <w:tabs>
                <w:tab w:val="left" w:pos="2382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Robert James - Clinical Vascular Scientist </w:t>
            </w:r>
          </w:p>
        </w:tc>
      </w:tr>
    </w:tbl>
    <w:p w:rsidR="00694581" w:rsidRPr="00BA78AE" w:rsidRDefault="00694581" w:rsidP="00022CCA">
      <w:pPr>
        <w:rPr>
          <w:rFonts w:ascii="Arial" w:hAnsi="Arial" w:cs="Arial"/>
          <w:sz w:val="18"/>
          <w:szCs w:val="18"/>
        </w:rPr>
      </w:pPr>
    </w:p>
    <w:sectPr w:rsidR="00694581" w:rsidRPr="00BA78AE" w:rsidSect="00E00E93">
      <w:headerReference w:type="default" r:id="rId7"/>
      <w:footerReference w:type="default" r:id="rId8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3A29" w:rsidRDefault="00C33A29">
      <w:r>
        <w:separator/>
      </w:r>
    </w:p>
  </w:endnote>
  <w:endnote w:type="continuationSeparator" w:id="0">
    <w:p w:rsidR="00C33A29" w:rsidRDefault="00C33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4E5A" w:rsidRPr="002B49C7" w:rsidRDefault="00E84E5A" w:rsidP="002B49C7">
    <w:pPr>
      <w:pStyle w:val="Footer"/>
      <w:jc w:val="right"/>
      <w:rPr>
        <w:color w:val="3366FF"/>
        <w:sz w:val="16"/>
        <w:szCs w:val="16"/>
      </w:rPr>
    </w:pPr>
    <w:proofErr w:type="gramStart"/>
    <w:r w:rsidRPr="00C20D96">
      <w:rPr>
        <w:rStyle w:val="PageNumber"/>
        <w:rFonts w:ascii="Arial" w:hAnsi="Arial" w:cs="Arial"/>
        <w:color w:val="3366FF"/>
        <w:sz w:val="16"/>
        <w:szCs w:val="16"/>
      </w:rPr>
      <w:t>Genesis</w:t>
    </w:r>
    <w:r w:rsidRPr="00C20D96">
      <w:rPr>
        <w:rStyle w:val="PageNumber"/>
        <w:rFonts w:ascii="Arial" w:hAnsi="Arial" w:cs="Arial"/>
        <w:b/>
        <w:i/>
        <w:color w:val="999999"/>
        <w:sz w:val="16"/>
        <w:szCs w:val="16"/>
        <w:vertAlign w:val="superscript"/>
      </w:rPr>
      <w:t>2</w:t>
    </w:r>
    <w:r w:rsidRPr="00C20D96">
      <w:rPr>
        <w:rStyle w:val="PageNumber"/>
        <w:rFonts w:ascii="Arial" w:hAnsi="Arial" w:cs="Arial"/>
        <w:b/>
        <w:i/>
        <w:color w:val="333333"/>
        <w:sz w:val="16"/>
        <w:szCs w:val="16"/>
      </w:rPr>
      <w:t xml:space="preserve"> </w:t>
    </w:r>
    <w:r w:rsidRPr="00C20D96">
      <w:rPr>
        <w:rStyle w:val="PageNumber"/>
        <w:rFonts w:ascii="Arial" w:hAnsi="Arial" w:cs="Arial"/>
        <w:color w:val="3366FF"/>
        <w:sz w:val="16"/>
        <w:szCs w:val="16"/>
      </w:rPr>
      <w:t xml:space="preserve"> </w:t>
    </w:r>
    <w:r>
      <w:rPr>
        <w:rStyle w:val="PageNumber"/>
        <w:rFonts w:ascii="Arial" w:hAnsi="Arial" w:cs="Arial"/>
        <w:color w:val="C0C0C0"/>
        <w:sz w:val="16"/>
        <w:szCs w:val="16"/>
      </w:rPr>
      <w:t>vascular</w:t>
    </w:r>
    <w:proofErr w:type="gramEnd"/>
    <w:r>
      <w:rPr>
        <w:rStyle w:val="PageNumber"/>
        <w:rFonts w:ascii="Arial" w:hAnsi="Arial" w:cs="Arial"/>
        <w:color w:val="C0C0C0"/>
        <w:sz w:val="16"/>
        <w:szCs w:val="16"/>
      </w:rPr>
      <w:t xml:space="preserve"> reporting system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3A29" w:rsidRDefault="00C33A29">
      <w:r>
        <w:separator/>
      </w:r>
    </w:p>
  </w:footnote>
  <w:footnote w:type="continuationSeparator" w:id="0">
    <w:p w:rsidR="00C33A29" w:rsidRDefault="00C33A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E93" w:rsidRDefault="00A07C6E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4766310</wp:posOffset>
          </wp:positionH>
          <wp:positionV relativeFrom="paragraph">
            <wp:posOffset>-59690</wp:posOffset>
          </wp:positionV>
          <wp:extent cx="1452880" cy="570230"/>
          <wp:effectExtent l="0" t="0" r="0" b="0"/>
          <wp:wrapNone/>
          <wp:docPr id="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C6937"/>
    <w:multiLevelType w:val="multilevel"/>
    <w:tmpl w:val="8EEA51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08582D"/>
    <w:multiLevelType w:val="hybridMultilevel"/>
    <w:tmpl w:val="D832804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046493"/>
    <w:multiLevelType w:val="multilevel"/>
    <w:tmpl w:val="BA3E76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370A6C"/>
    <w:multiLevelType w:val="multilevel"/>
    <w:tmpl w:val="4238CA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9B75136"/>
    <w:multiLevelType w:val="hybridMultilevel"/>
    <w:tmpl w:val="5844A532"/>
    <w:lvl w:ilvl="0" w:tplc="5E100744">
      <w:start w:val="1"/>
      <w:numFmt w:val="decimal"/>
      <w:lvlText w:val="%1)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7AF3E20"/>
    <w:multiLevelType w:val="hybridMultilevel"/>
    <w:tmpl w:val="16D681E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D2834E6"/>
    <w:multiLevelType w:val="hybridMultilevel"/>
    <w:tmpl w:val="12AA6152"/>
    <w:lvl w:ilvl="0" w:tplc="E4AADF9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8BA00C9"/>
    <w:multiLevelType w:val="hybridMultilevel"/>
    <w:tmpl w:val="4D4494D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F012D20"/>
    <w:multiLevelType w:val="hybridMultilevel"/>
    <w:tmpl w:val="A9328BF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1"/>
  </w:num>
  <w:num w:numId="5">
    <w:abstractNumId w:val="4"/>
  </w:num>
  <w:num w:numId="6">
    <w:abstractNumId w:val="2"/>
  </w:num>
  <w:num w:numId="7">
    <w:abstractNumId w:val="5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characterSpacingControl w:val="doNotCompress"/>
  <w:hdrShapeDefaults>
    <o:shapedefaults v:ext="edit" spidmax="4097"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A29"/>
    <w:rsid w:val="00000AF9"/>
    <w:rsid w:val="00022CCA"/>
    <w:rsid w:val="00033741"/>
    <w:rsid w:val="000512C4"/>
    <w:rsid w:val="000537B7"/>
    <w:rsid w:val="00066D7F"/>
    <w:rsid w:val="00076699"/>
    <w:rsid w:val="00082FF5"/>
    <w:rsid w:val="000A3239"/>
    <w:rsid w:val="00116388"/>
    <w:rsid w:val="00117FF6"/>
    <w:rsid w:val="00130125"/>
    <w:rsid w:val="00130D4E"/>
    <w:rsid w:val="001310C1"/>
    <w:rsid w:val="0014568D"/>
    <w:rsid w:val="001553FF"/>
    <w:rsid w:val="00163682"/>
    <w:rsid w:val="001725EE"/>
    <w:rsid w:val="00185DE1"/>
    <w:rsid w:val="001C1F8A"/>
    <w:rsid w:val="001E5B1A"/>
    <w:rsid w:val="0020028B"/>
    <w:rsid w:val="002027E7"/>
    <w:rsid w:val="0020510B"/>
    <w:rsid w:val="00216637"/>
    <w:rsid w:val="0023495B"/>
    <w:rsid w:val="002558E2"/>
    <w:rsid w:val="00255CDA"/>
    <w:rsid w:val="00267D9C"/>
    <w:rsid w:val="00276FE7"/>
    <w:rsid w:val="002845F4"/>
    <w:rsid w:val="002B49C7"/>
    <w:rsid w:val="002B6F2B"/>
    <w:rsid w:val="002C1599"/>
    <w:rsid w:val="002C2267"/>
    <w:rsid w:val="003240BC"/>
    <w:rsid w:val="00324B94"/>
    <w:rsid w:val="00332965"/>
    <w:rsid w:val="003512C1"/>
    <w:rsid w:val="00354C39"/>
    <w:rsid w:val="0036205F"/>
    <w:rsid w:val="00392775"/>
    <w:rsid w:val="003A31C2"/>
    <w:rsid w:val="003B7DF9"/>
    <w:rsid w:val="003E54F9"/>
    <w:rsid w:val="003E7404"/>
    <w:rsid w:val="003F1AD1"/>
    <w:rsid w:val="003F5392"/>
    <w:rsid w:val="003F5661"/>
    <w:rsid w:val="00400424"/>
    <w:rsid w:val="00416596"/>
    <w:rsid w:val="0043201F"/>
    <w:rsid w:val="00442938"/>
    <w:rsid w:val="00443A11"/>
    <w:rsid w:val="00446D9E"/>
    <w:rsid w:val="004479C2"/>
    <w:rsid w:val="004515EA"/>
    <w:rsid w:val="00475D18"/>
    <w:rsid w:val="0048399F"/>
    <w:rsid w:val="004932D3"/>
    <w:rsid w:val="004C20BC"/>
    <w:rsid w:val="004C5B5F"/>
    <w:rsid w:val="004E4B01"/>
    <w:rsid w:val="004F189F"/>
    <w:rsid w:val="00504EFC"/>
    <w:rsid w:val="00525F8D"/>
    <w:rsid w:val="0053189C"/>
    <w:rsid w:val="00544866"/>
    <w:rsid w:val="0055661A"/>
    <w:rsid w:val="0056075B"/>
    <w:rsid w:val="00585A44"/>
    <w:rsid w:val="00597F94"/>
    <w:rsid w:val="005A6F99"/>
    <w:rsid w:val="005A7201"/>
    <w:rsid w:val="005C7FA3"/>
    <w:rsid w:val="005D01B5"/>
    <w:rsid w:val="005E0333"/>
    <w:rsid w:val="005E5BC0"/>
    <w:rsid w:val="005E7E7E"/>
    <w:rsid w:val="00600C4E"/>
    <w:rsid w:val="0060390C"/>
    <w:rsid w:val="006620F2"/>
    <w:rsid w:val="00687CAB"/>
    <w:rsid w:val="00694581"/>
    <w:rsid w:val="0069543E"/>
    <w:rsid w:val="006A200E"/>
    <w:rsid w:val="006D0E48"/>
    <w:rsid w:val="006D1279"/>
    <w:rsid w:val="006E345A"/>
    <w:rsid w:val="006F087C"/>
    <w:rsid w:val="00702068"/>
    <w:rsid w:val="0070537B"/>
    <w:rsid w:val="0073567D"/>
    <w:rsid w:val="0076078C"/>
    <w:rsid w:val="0077506E"/>
    <w:rsid w:val="00781E01"/>
    <w:rsid w:val="007835B4"/>
    <w:rsid w:val="00784424"/>
    <w:rsid w:val="007A4B56"/>
    <w:rsid w:val="007A7B01"/>
    <w:rsid w:val="007B10D3"/>
    <w:rsid w:val="007F38D0"/>
    <w:rsid w:val="00804400"/>
    <w:rsid w:val="00807788"/>
    <w:rsid w:val="008359E8"/>
    <w:rsid w:val="00845175"/>
    <w:rsid w:val="008527CA"/>
    <w:rsid w:val="00854DAA"/>
    <w:rsid w:val="00856009"/>
    <w:rsid w:val="00862088"/>
    <w:rsid w:val="008B29F7"/>
    <w:rsid w:val="008B5D7F"/>
    <w:rsid w:val="008D30DD"/>
    <w:rsid w:val="008D344E"/>
    <w:rsid w:val="008E59F6"/>
    <w:rsid w:val="008E7A32"/>
    <w:rsid w:val="008F1A74"/>
    <w:rsid w:val="008F3E04"/>
    <w:rsid w:val="009044AC"/>
    <w:rsid w:val="00911F56"/>
    <w:rsid w:val="00917E7D"/>
    <w:rsid w:val="00926B13"/>
    <w:rsid w:val="00940F61"/>
    <w:rsid w:val="009428D5"/>
    <w:rsid w:val="0094691B"/>
    <w:rsid w:val="00953FCE"/>
    <w:rsid w:val="00990400"/>
    <w:rsid w:val="009A34D2"/>
    <w:rsid w:val="009A5CA0"/>
    <w:rsid w:val="009C6954"/>
    <w:rsid w:val="009D3E82"/>
    <w:rsid w:val="009E3605"/>
    <w:rsid w:val="009F11EF"/>
    <w:rsid w:val="009F2F17"/>
    <w:rsid w:val="009F300B"/>
    <w:rsid w:val="009F6BCD"/>
    <w:rsid w:val="00A00D03"/>
    <w:rsid w:val="00A037DD"/>
    <w:rsid w:val="00A07C6E"/>
    <w:rsid w:val="00A276BB"/>
    <w:rsid w:val="00A71D55"/>
    <w:rsid w:val="00A738AF"/>
    <w:rsid w:val="00A73E5F"/>
    <w:rsid w:val="00A7491A"/>
    <w:rsid w:val="00AA6449"/>
    <w:rsid w:val="00AA67B2"/>
    <w:rsid w:val="00AC1BA7"/>
    <w:rsid w:val="00AC6BF5"/>
    <w:rsid w:val="00AD3537"/>
    <w:rsid w:val="00AE28D5"/>
    <w:rsid w:val="00AE30A1"/>
    <w:rsid w:val="00AF27D7"/>
    <w:rsid w:val="00B12C5A"/>
    <w:rsid w:val="00B2166C"/>
    <w:rsid w:val="00B22B19"/>
    <w:rsid w:val="00B30BBD"/>
    <w:rsid w:val="00B43353"/>
    <w:rsid w:val="00B44768"/>
    <w:rsid w:val="00B46ED4"/>
    <w:rsid w:val="00B55257"/>
    <w:rsid w:val="00B67AFA"/>
    <w:rsid w:val="00B71D18"/>
    <w:rsid w:val="00B8370B"/>
    <w:rsid w:val="00B874EE"/>
    <w:rsid w:val="00B900B7"/>
    <w:rsid w:val="00B97EE7"/>
    <w:rsid w:val="00BA78AE"/>
    <w:rsid w:val="00BC0585"/>
    <w:rsid w:val="00BE3AF9"/>
    <w:rsid w:val="00BF00A9"/>
    <w:rsid w:val="00C33A29"/>
    <w:rsid w:val="00C46C3E"/>
    <w:rsid w:val="00C47CD3"/>
    <w:rsid w:val="00C9350C"/>
    <w:rsid w:val="00CB0067"/>
    <w:rsid w:val="00CC6657"/>
    <w:rsid w:val="00CD145D"/>
    <w:rsid w:val="00CD7188"/>
    <w:rsid w:val="00D34D9F"/>
    <w:rsid w:val="00D36040"/>
    <w:rsid w:val="00D3679E"/>
    <w:rsid w:val="00D42CEC"/>
    <w:rsid w:val="00D45C83"/>
    <w:rsid w:val="00D605F8"/>
    <w:rsid w:val="00D8557F"/>
    <w:rsid w:val="00D857B8"/>
    <w:rsid w:val="00D90613"/>
    <w:rsid w:val="00DB39E1"/>
    <w:rsid w:val="00DC70DD"/>
    <w:rsid w:val="00DD0CD3"/>
    <w:rsid w:val="00DD13FB"/>
    <w:rsid w:val="00DD1904"/>
    <w:rsid w:val="00E00E93"/>
    <w:rsid w:val="00E071B6"/>
    <w:rsid w:val="00E21EED"/>
    <w:rsid w:val="00E2362B"/>
    <w:rsid w:val="00E24754"/>
    <w:rsid w:val="00E26EE4"/>
    <w:rsid w:val="00E30C09"/>
    <w:rsid w:val="00E41EB4"/>
    <w:rsid w:val="00E65A7C"/>
    <w:rsid w:val="00E70784"/>
    <w:rsid w:val="00E75EB3"/>
    <w:rsid w:val="00E84E5A"/>
    <w:rsid w:val="00E96ADB"/>
    <w:rsid w:val="00EA64AC"/>
    <w:rsid w:val="00EA6B33"/>
    <w:rsid w:val="00EE7FE8"/>
    <w:rsid w:val="00EF2007"/>
    <w:rsid w:val="00F16296"/>
    <w:rsid w:val="00F178B9"/>
    <w:rsid w:val="00F17A14"/>
    <w:rsid w:val="00F27890"/>
    <w:rsid w:val="00F55DE7"/>
    <w:rsid w:val="00F63C6E"/>
    <w:rsid w:val="00F75944"/>
    <w:rsid w:val="00FC3506"/>
    <w:rsid w:val="00FC3C1D"/>
    <w:rsid w:val="00FC5FD2"/>
    <w:rsid w:val="00FD5807"/>
    <w:rsid w:val="00FE0FBB"/>
    <w:rsid w:val="00FE12BE"/>
    <w:rsid w:val="00FE2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ddd"/>
    </o:shapedefaults>
    <o:shapelayout v:ext="edit">
      <o:idmap v:ext="edit" data="1"/>
    </o:shapelayout>
  </w:shapeDefaults>
  <w:decimalSymbol w:val="."/>
  <w:listSeparator w:val=","/>
  <w14:docId w14:val="42AA3EFB"/>
  <w15:chartTrackingRefBased/>
  <w15:docId w15:val="{B96F104D-09D3-404C-AF23-4C1B3A02F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  <w:style w:type="paragraph" w:styleId="BalloonText">
    <w:name w:val="Balloon Text"/>
    <w:basedOn w:val="Normal"/>
    <w:link w:val="BalloonTextChar"/>
    <w:rsid w:val="00B4476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44768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611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xpbh-tr.nhs.uk\Users\Home\jamesr2\Desktop\LEFT%20SIDE\Venous%20Lt%20CVI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Venous Lt CVI</Template>
  <TotalTime>0</TotalTime>
  <Pages>1</Pages>
  <Words>119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Peterborough City Hospital</Company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Patient Report</dc:subject>
  <dc:creator>James, Robert</dc:creator>
  <cp:keywords/>
  <cp:lastModifiedBy>James, Robert</cp:lastModifiedBy>
  <cp:revision>2</cp:revision>
  <cp:lastPrinted>2020-06-22T11:29:00Z</cp:lastPrinted>
  <dcterms:created xsi:type="dcterms:W3CDTF">2020-08-07T10:09:00Z</dcterms:created>
  <dcterms:modified xsi:type="dcterms:W3CDTF">2020-08-07T10:09:00Z</dcterms:modified>
  <cp:category>Patient Report</cp:category>
</cp:coreProperties>
</file>